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65F" w:rsidRPr="00990BD2" w:rsidRDefault="00DD3D05" w:rsidP="00244981">
      <w:pPr>
        <w:pStyle w:val="berschrift1"/>
        <w:spacing w:before="0" w:after="0" w:line="276" w:lineRule="auto"/>
        <w:jc w:val="left"/>
      </w:pPr>
      <w:r w:rsidRPr="00990BD2">
        <w:t xml:space="preserve">Un’impresa statunitense specializzata nella scarifica stradale confida nel </w:t>
      </w:r>
      <w:r w:rsidR="00980E6F" w:rsidRPr="00990BD2">
        <w:br/>
      </w:r>
      <w:r w:rsidRPr="00990BD2">
        <w:t xml:space="preserve">pacchetto premium di casa </w:t>
      </w:r>
      <w:proofErr w:type="gramStart"/>
      <w:r w:rsidRPr="00990BD2">
        <w:t>Wirtgen</w:t>
      </w:r>
      <w:proofErr w:type="gramEnd"/>
    </w:p>
    <w:p w:rsidR="002E765F" w:rsidRPr="00990BD2" w:rsidRDefault="002E765F" w:rsidP="002E765F">
      <w:pPr>
        <w:pStyle w:val="Text"/>
      </w:pPr>
    </w:p>
    <w:p w:rsidR="002E765F" w:rsidRPr="00990BD2" w:rsidRDefault="00263758" w:rsidP="007658CA">
      <w:pPr>
        <w:pStyle w:val="Text"/>
        <w:spacing w:line="276" w:lineRule="auto"/>
        <w:rPr>
          <w:noProof/>
        </w:rPr>
      </w:pPr>
      <w:r w:rsidRPr="00990BD2">
        <w:rPr>
          <w:rStyle w:val="Hervorhebung"/>
        </w:rPr>
        <w:t xml:space="preserve">La Costello </w:t>
      </w:r>
      <w:proofErr w:type="spellStart"/>
      <w:r w:rsidRPr="00990BD2">
        <w:rPr>
          <w:rStyle w:val="Hervorhebung"/>
        </w:rPr>
        <w:t>Industries</w:t>
      </w:r>
      <w:proofErr w:type="spellEnd"/>
      <w:r w:rsidRPr="00990BD2">
        <w:rPr>
          <w:rStyle w:val="Hervorhebung"/>
        </w:rPr>
        <w:t xml:space="preserve">, </w:t>
      </w:r>
      <w:proofErr w:type="spellStart"/>
      <w:proofErr w:type="gramStart"/>
      <w:r w:rsidRPr="00990BD2">
        <w:rPr>
          <w:rStyle w:val="Hervorhebung"/>
        </w:rPr>
        <w:t>Inc</w:t>
      </w:r>
      <w:proofErr w:type="spellEnd"/>
      <w:r w:rsidRPr="00990BD2">
        <w:rPr>
          <w:rStyle w:val="Hervorhebung"/>
        </w:rPr>
        <w:t>.</w:t>
      </w:r>
      <w:proofErr w:type="gramEnd"/>
      <w:r w:rsidRPr="00990BD2">
        <w:rPr>
          <w:rStyle w:val="Hervorhebung"/>
        </w:rPr>
        <w:t xml:space="preserve">, azienda con sede a </w:t>
      </w:r>
      <w:proofErr w:type="spellStart"/>
      <w:r w:rsidRPr="00990BD2">
        <w:rPr>
          <w:rStyle w:val="Hervorhebung"/>
        </w:rPr>
        <w:t>Newington</w:t>
      </w:r>
      <w:proofErr w:type="spellEnd"/>
      <w:r w:rsidRPr="00990BD2">
        <w:rPr>
          <w:rStyle w:val="Hervorhebung"/>
        </w:rPr>
        <w:t xml:space="preserve"> (C</w:t>
      </w:r>
      <w:r w:rsidR="00F1035B" w:rsidRPr="00990BD2">
        <w:rPr>
          <w:rStyle w:val="Hervorhebung"/>
        </w:rPr>
        <w:t xml:space="preserve">onnecticut, </w:t>
      </w:r>
      <w:r w:rsidRPr="00990BD2">
        <w:rPr>
          <w:rStyle w:val="Hervorhebung"/>
        </w:rPr>
        <w:t>USA) specializzata nella scarifica stradale, punta esclusivamente su scarif</w:t>
      </w:r>
      <w:r w:rsidRPr="00990BD2">
        <w:rPr>
          <w:rStyle w:val="Hervorhebung"/>
        </w:rPr>
        <w:t>i</w:t>
      </w:r>
      <w:r w:rsidRPr="00990BD2">
        <w:rPr>
          <w:rStyle w:val="Hervorhebung"/>
        </w:rPr>
        <w:t>catrici a freddo Wirtgen.</w:t>
      </w:r>
    </w:p>
    <w:p w:rsidR="00244981" w:rsidRPr="00990BD2" w:rsidRDefault="00244981" w:rsidP="00244981">
      <w:pPr>
        <w:pStyle w:val="Text"/>
        <w:spacing w:line="276" w:lineRule="auto"/>
        <w:rPr>
          <w:noProof/>
        </w:rPr>
      </w:pPr>
    </w:p>
    <w:p w:rsidR="00263758" w:rsidRPr="00990BD2" w:rsidRDefault="00F1035B" w:rsidP="00263758">
      <w:pPr>
        <w:pStyle w:val="Text"/>
        <w:spacing w:line="276" w:lineRule="auto"/>
        <w:rPr>
          <w:rStyle w:val="Hervorhebung"/>
          <w:b w:val="0"/>
        </w:rPr>
      </w:pPr>
      <w:r w:rsidRPr="00990BD2">
        <w:rPr>
          <w:rStyle w:val="Hervorhebung"/>
          <w:b w:val="0"/>
        </w:rPr>
        <w:t>La</w:t>
      </w:r>
      <w:r w:rsidR="00263758" w:rsidRPr="00990BD2">
        <w:rPr>
          <w:rStyle w:val="Hervorhebung"/>
          <w:b w:val="0"/>
        </w:rPr>
        <w:t xml:space="preserve"> Costello </w:t>
      </w:r>
      <w:proofErr w:type="spellStart"/>
      <w:r w:rsidR="00263758" w:rsidRPr="00990BD2">
        <w:rPr>
          <w:rStyle w:val="Hervorhebung"/>
          <w:b w:val="0"/>
        </w:rPr>
        <w:t>Industries</w:t>
      </w:r>
      <w:proofErr w:type="spellEnd"/>
      <w:r w:rsidR="00263758" w:rsidRPr="00990BD2">
        <w:rPr>
          <w:rStyle w:val="Hervorhebung"/>
          <w:b w:val="0"/>
        </w:rPr>
        <w:t xml:space="preserve"> ripristina e rinnova autostrade, strade e ponti</w:t>
      </w:r>
      <w:r w:rsidRPr="00990BD2">
        <w:rPr>
          <w:rStyle w:val="Hervorhebung"/>
          <w:b w:val="0"/>
        </w:rPr>
        <w:t xml:space="preserve"> sin dal 1945</w:t>
      </w:r>
      <w:r w:rsidR="00263758" w:rsidRPr="00990BD2">
        <w:rPr>
          <w:rStyle w:val="Hervorhebung"/>
          <w:b w:val="0"/>
        </w:rPr>
        <w:t xml:space="preserve">. “La nostra attenzione è focalizzata su sicurezza, qualità e produttività”, spiega Todd </w:t>
      </w:r>
      <w:proofErr w:type="spellStart"/>
      <w:r w:rsidR="00263758" w:rsidRPr="00990BD2">
        <w:rPr>
          <w:rStyle w:val="Hervorhebung"/>
          <w:b w:val="0"/>
        </w:rPr>
        <w:t>Nedzweckas</w:t>
      </w:r>
      <w:proofErr w:type="spellEnd"/>
      <w:r w:rsidR="00263758" w:rsidRPr="00990BD2">
        <w:rPr>
          <w:rStyle w:val="Hervorhebung"/>
          <w:b w:val="0"/>
        </w:rPr>
        <w:t xml:space="preserve">, </w:t>
      </w:r>
      <w:r w:rsidR="00990BD2">
        <w:rPr>
          <w:rStyle w:val="Hervorhebung"/>
          <w:b w:val="0"/>
        </w:rPr>
        <w:t>O</w:t>
      </w:r>
      <w:r w:rsidR="00263758" w:rsidRPr="00990BD2">
        <w:rPr>
          <w:rStyle w:val="Hervorhebung"/>
          <w:b w:val="0"/>
        </w:rPr>
        <w:t xml:space="preserve">perations </w:t>
      </w:r>
      <w:r w:rsidR="00990BD2">
        <w:rPr>
          <w:rStyle w:val="Hervorhebung"/>
          <w:b w:val="0"/>
        </w:rPr>
        <w:t>M</w:t>
      </w:r>
      <w:r w:rsidR="00263758" w:rsidRPr="00990BD2">
        <w:rPr>
          <w:rStyle w:val="Hervorhebung"/>
          <w:b w:val="0"/>
        </w:rPr>
        <w:t>anager presso la Costello. “Siamo specializzati negli inte</w:t>
      </w:r>
      <w:r w:rsidR="00263758" w:rsidRPr="00990BD2">
        <w:rPr>
          <w:rStyle w:val="Hervorhebung"/>
          <w:b w:val="0"/>
        </w:rPr>
        <w:t>r</w:t>
      </w:r>
      <w:r w:rsidR="00263758" w:rsidRPr="00990BD2">
        <w:rPr>
          <w:rStyle w:val="Hervorhebung"/>
          <w:b w:val="0"/>
        </w:rPr>
        <w:t xml:space="preserve">venti </w:t>
      </w:r>
      <w:proofErr w:type="gramStart"/>
      <w:r w:rsidR="00263758" w:rsidRPr="00990BD2">
        <w:rPr>
          <w:rStyle w:val="Hervorhebung"/>
          <w:b w:val="0"/>
        </w:rPr>
        <w:t>di scarifica</w:t>
      </w:r>
      <w:proofErr w:type="gramEnd"/>
      <w:r w:rsidR="00263758" w:rsidRPr="00990BD2">
        <w:rPr>
          <w:rStyle w:val="Hervorhebung"/>
          <w:b w:val="0"/>
        </w:rPr>
        <w:t xml:space="preserve"> stradale e offriamo servizi complementari come la manutenzione e la riparazione di strade, autostrade e ponti”.</w:t>
      </w:r>
    </w:p>
    <w:p w:rsidR="00E53B36" w:rsidRPr="00990BD2" w:rsidRDefault="00E53B36" w:rsidP="00263758">
      <w:pPr>
        <w:pStyle w:val="Text"/>
        <w:spacing w:line="276" w:lineRule="auto"/>
        <w:rPr>
          <w:rStyle w:val="Hervorhebung"/>
          <w:b w:val="0"/>
        </w:rPr>
      </w:pPr>
    </w:p>
    <w:p w:rsidR="0014683F" w:rsidRPr="00990BD2" w:rsidRDefault="00E53B36" w:rsidP="0014683F">
      <w:pPr>
        <w:pStyle w:val="Text"/>
        <w:spacing w:line="276" w:lineRule="auto"/>
        <w:rPr>
          <w:rStyle w:val="Hervorhebung"/>
        </w:rPr>
      </w:pPr>
      <w:r w:rsidRPr="00990BD2">
        <w:rPr>
          <w:rStyle w:val="Hervorhebung"/>
        </w:rPr>
        <w:t>La qualità è decisiva</w:t>
      </w:r>
    </w:p>
    <w:p w:rsidR="0014683F" w:rsidRPr="00990BD2" w:rsidRDefault="000735A5" w:rsidP="0014683F">
      <w:pPr>
        <w:pStyle w:val="Text"/>
        <w:spacing w:line="276" w:lineRule="auto"/>
        <w:rPr>
          <w:rStyle w:val="Hervorhebung"/>
          <w:b w:val="0"/>
        </w:rPr>
      </w:pPr>
      <w:r w:rsidRPr="00990BD2">
        <w:rPr>
          <w:rStyle w:val="Hervorhebung"/>
          <w:b w:val="0"/>
        </w:rPr>
        <w:t xml:space="preserve">Nel parco macchine della Costello </w:t>
      </w:r>
      <w:proofErr w:type="spellStart"/>
      <w:r w:rsidRPr="00990BD2">
        <w:rPr>
          <w:rStyle w:val="Hervorhebung"/>
          <w:b w:val="0"/>
        </w:rPr>
        <w:t>Industries</w:t>
      </w:r>
      <w:proofErr w:type="spellEnd"/>
      <w:r w:rsidRPr="00990BD2">
        <w:rPr>
          <w:rStyle w:val="Hervorhebung"/>
          <w:b w:val="0"/>
        </w:rPr>
        <w:t xml:space="preserve"> si trovano esclusivamente scarificatrici Wirtgen. Oltre a varie </w:t>
      </w:r>
      <w:r w:rsidR="000F34CB" w:rsidRPr="00990BD2">
        <w:rPr>
          <w:rStyle w:val="Hervorhebung"/>
          <w:b w:val="0"/>
        </w:rPr>
        <w:t>scarificatrici</w:t>
      </w:r>
      <w:r w:rsidRPr="00990BD2">
        <w:rPr>
          <w:rStyle w:val="Hervorhebung"/>
          <w:b w:val="0"/>
        </w:rPr>
        <w:t xml:space="preserve"> di grossa taglia ad alte prestazioni (tre W 220 con tamburo fresante da </w:t>
      </w:r>
      <w:proofErr w:type="gramStart"/>
      <w:r w:rsidRPr="00990BD2">
        <w:rPr>
          <w:rStyle w:val="Hervorhebung"/>
          <w:b w:val="0"/>
        </w:rPr>
        <w:t>8</w:t>
      </w:r>
      <w:proofErr w:type="gramEnd"/>
      <w:r w:rsidRPr="00990BD2">
        <w:rPr>
          <w:rStyle w:val="Hervorhebung"/>
          <w:b w:val="0"/>
        </w:rPr>
        <w:t xml:space="preserve"> piedi/2,5 m e quattro W 210 con tamburo fresante da 7’ 3”/2,2 m), l’azienda possiede diverse </w:t>
      </w:r>
      <w:r w:rsidR="000F34CB" w:rsidRPr="00990BD2">
        <w:rPr>
          <w:rStyle w:val="Hervorhebung"/>
          <w:b w:val="0"/>
        </w:rPr>
        <w:t>fresatrici stradali</w:t>
      </w:r>
      <w:r w:rsidRPr="00990BD2">
        <w:rPr>
          <w:rStyle w:val="Hervorhebung"/>
          <w:b w:val="0"/>
        </w:rPr>
        <w:t xml:space="preserve"> di piccola taglia di var</w:t>
      </w:r>
      <w:r w:rsidR="003A4E79" w:rsidRPr="00990BD2">
        <w:rPr>
          <w:rStyle w:val="Hervorhebung"/>
          <w:b w:val="0"/>
        </w:rPr>
        <w:t>i</w:t>
      </w:r>
      <w:r w:rsidRPr="00990BD2">
        <w:rPr>
          <w:rStyle w:val="Hervorhebung"/>
          <w:b w:val="0"/>
        </w:rPr>
        <w:t>e g</w:t>
      </w:r>
      <w:r w:rsidRPr="00990BD2">
        <w:rPr>
          <w:rStyle w:val="Hervorhebung"/>
          <w:b w:val="0"/>
        </w:rPr>
        <w:t>e</w:t>
      </w:r>
      <w:r w:rsidRPr="00990BD2">
        <w:rPr>
          <w:rStyle w:val="Hervorhebung"/>
          <w:b w:val="0"/>
        </w:rPr>
        <w:t>nerazioni (due W 500, quattro W 50 e una W 50 DC</w:t>
      </w:r>
      <w:r w:rsidR="00684979" w:rsidRPr="00990BD2">
        <w:rPr>
          <w:rStyle w:val="Hervorhebung"/>
          <w:b w:val="0"/>
        </w:rPr>
        <w:t>)</w:t>
      </w:r>
      <w:r w:rsidRPr="00990BD2">
        <w:rPr>
          <w:rStyle w:val="Hervorhebung"/>
          <w:b w:val="0"/>
        </w:rPr>
        <w:t>.</w:t>
      </w:r>
    </w:p>
    <w:p w:rsidR="000735A5" w:rsidRPr="00990BD2" w:rsidRDefault="000735A5" w:rsidP="0014683F">
      <w:pPr>
        <w:pStyle w:val="Text"/>
        <w:spacing w:line="276" w:lineRule="auto"/>
        <w:rPr>
          <w:rStyle w:val="Hervorhebung"/>
          <w:b w:val="0"/>
        </w:rPr>
      </w:pPr>
    </w:p>
    <w:p w:rsidR="000735A5" w:rsidRPr="00990BD2" w:rsidRDefault="000735A5" w:rsidP="0014683F">
      <w:pPr>
        <w:pStyle w:val="Text"/>
        <w:spacing w:line="276" w:lineRule="auto"/>
      </w:pPr>
      <w:proofErr w:type="gramStart"/>
      <w:r w:rsidRPr="00990BD2">
        <w:rPr>
          <w:rStyle w:val="Hervorhebung"/>
          <w:b w:val="0"/>
        </w:rPr>
        <w:t xml:space="preserve">Jim Cook, responsabile del parco macchine presso la Costello, è convinto delle </w:t>
      </w:r>
      <w:r w:rsidR="008103AA" w:rsidRPr="00990BD2">
        <w:rPr>
          <w:rStyle w:val="Hervorhebung"/>
          <w:b w:val="0"/>
        </w:rPr>
        <w:t xml:space="preserve">sue </w:t>
      </w:r>
      <w:r w:rsidRPr="00990BD2">
        <w:rPr>
          <w:rStyle w:val="Hervorhebung"/>
          <w:b w:val="0"/>
        </w:rPr>
        <w:t>scarificatrici a freddo</w:t>
      </w:r>
      <w:r w:rsidR="008103AA" w:rsidRPr="00990BD2">
        <w:rPr>
          <w:rStyle w:val="Hervorhebung"/>
          <w:b w:val="0"/>
        </w:rPr>
        <w:t>:</w:t>
      </w:r>
      <w:r w:rsidRPr="00990BD2">
        <w:rPr>
          <w:rStyle w:val="Hervorhebung"/>
          <w:b w:val="0"/>
        </w:rPr>
        <w:t xml:space="preserve"> “Il Wirtgen Group fabbrica prodotti grandiosi</w:t>
      </w:r>
      <w:proofErr w:type="gramEnd"/>
      <w:r w:rsidRPr="00990BD2">
        <w:rPr>
          <w:rStyle w:val="Hervorhebung"/>
          <w:b w:val="0"/>
        </w:rPr>
        <w:t xml:space="preserve">. </w:t>
      </w:r>
      <w:r w:rsidRPr="00990BD2">
        <w:t xml:space="preserve">Si può essere certi che ogni singolo </w:t>
      </w:r>
      <w:proofErr w:type="gramStart"/>
      <w:r w:rsidRPr="00990BD2">
        <w:t>componente</w:t>
      </w:r>
      <w:proofErr w:type="gramEnd"/>
      <w:r w:rsidRPr="00990BD2">
        <w:t xml:space="preserve"> è stato collaudato prima che la macchina </w:t>
      </w:r>
      <w:r w:rsidR="003A4E79" w:rsidRPr="00990BD2">
        <w:t>venisse</w:t>
      </w:r>
      <w:r w:rsidRPr="00990BD2">
        <w:t xml:space="preserve"> consegnata al cliente. Quando le scarificatrici giungono presso la nostra sede</w:t>
      </w:r>
      <w:r w:rsidR="008103AA" w:rsidRPr="00990BD2">
        <w:t>,</w:t>
      </w:r>
      <w:r w:rsidRPr="00990BD2">
        <w:t xml:space="preserve"> tutti i bulloni sono serrati saldamente e contrassegnati come tali. Tutte le parti </w:t>
      </w:r>
      <w:proofErr w:type="gramStart"/>
      <w:r w:rsidR="008103AA" w:rsidRPr="00990BD2">
        <w:t>vengono</w:t>
      </w:r>
      <w:proofErr w:type="gramEnd"/>
      <w:r w:rsidRPr="00990BD2">
        <w:t xml:space="preserve"> verniciate prima d</w:t>
      </w:r>
      <w:r w:rsidR="008103AA" w:rsidRPr="00990BD2">
        <w:t xml:space="preserve">i </w:t>
      </w:r>
      <w:r w:rsidRPr="00990BD2">
        <w:t>e</w:t>
      </w:r>
      <w:r w:rsidR="008103AA" w:rsidRPr="00990BD2">
        <w:t xml:space="preserve">ssere </w:t>
      </w:r>
      <w:r w:rsidRPr="00990BD2">
        <w:t>assembla</w:t>
      </w:r>
      <w:r w:rsidR="008103AA" w:rsidRPr="00990BD2">
        <w:t>te</w:t>
      </w:r>
      <w:r w:rsidRPr="00990BD2">
        <w:t xml:space="preserve">. </w:t>
      </w:r>
      <w:proofErr w:type="gramStart"/>
      <w:r w:rsidR="008103AA" w:rsidRPr="00990BD2">
        <w:t>In altre parole, t</w:t>
      </w:r>
      <w:r w:rsidRPr="00990BD2">
        <w:t>utti i prodotti sono progettati e fabbricati con professionalità”</w:t>
      </w:r>
      <w:proofErr w:type="gramEnd"/>
      <w:r w:rsidRPr="00990BD2">
        <w:t xml:space="preserve">. </w:t>
      </w:r>
      <w:r w:rsidR="008103AA" w:rsidRPr="00990BD2">
        <w:t xml:space="preserve">Cook ne </w:t>
      </w:r>
      <w:proofErr w:type="gramStart"/>
      <w:r w:rsidR="008103AA" w:rsidRPr="00990BD2">
        <w:t>a</w:t>
      </w:r>
      <w:r w:rsidRPr="00990BD2">
        <w:t>pprezza</w:t>
      </w:r>
      <w:proofErr w:type="gramEnd"/>
      <w:r w:rsidRPr="00990BD2">
        <w:t xml:space="preserve"> anche le doti interne, visto che “i sistemi elettrici e idraulici sono contrassegnati</w:t>
      </w:r>
      <w:r w:rsidR="003A4E79" w:rsidRPr="00990BD2">
        <w:t xml:space="preserve"> bene</w:t>
      </w:r>
      <w:r w:rsidRPr="00990BD2">
        <w:t xml:space="preserve">. </w:t>
      </w:r>
      <w:proofErr w:type="gramStart"/>
      <w:r w:rsidRPr="00990BD2">
        <w:t>Questo</w:t>
      </w:r>
      <w:proofErr w:type="gramEnd"/>
      <w:r w:rsidRPr="00990BD2">
        <w:t xml:space="preserve"> accorgimento si rivela molto utile quando si devono individuare le cause di un problema. Così possiamo controllare ogni singolo cavo contrassegnato consultando direttamente lo schema di cablaggio. </w:t>
      </w:r>
      <w:proofErr w:type="gramStart"/>
      <w:r w:rsidRPr="00990BD2">
        <w:t xml:space="preserve">Su altre macchine i tubi flessibili e i cavi elettrici sono </w:t>
      </w:r>
      <w:r w:rsidR="008103AA" w:rsidRPr="00990BD2">
        <w:t xml:space="preserve">invece </w:t>
      </w:r>
      <w:r w:rsidRPr="00990BD2">
        <w:t>verniciati, e questo rende più difficoltosa la diagnosi de</w:t>
      </w:r>
      <w:r w:rsidR="008103AA" w:rsidRPr="00990BD2">
        <w:t>i</w:t>
      </w:r>
      <w:r w:rsidRPr="00990BD2">
        <w:t xml:space="preserve"> guast</w:t>
      </w:r>
      <w:r w:rsidR="008103AA" w:rsidRPr="00990BD2">
        <w:t>i</w:t>
      </w:r>
      <w:r w:rsidRPr="00990BD2">
        <w:t>”.</w:t>
      </w:r>
      <w:proofErr w:type="gramEnd"/>
    </w:p>
    <w:p w:rsidR="000735A5" w:rsidRPr="00990BD2" w:rsidRDefault="000735A5" w:rsidP="0014683F">
      <w:pPr>
        <w:pStyle w:val="Text"/>
        <w:spacing w:line="276" w:lineRule="auto"/>
      </w:pPr>
    </w:p>
    <w:p w:rsidR="000735A5" w:rsidRPr="00990BD2" w:rsidRDefault="000735A5" w:rsidP="0014683F">
      <w:pPr>
        <w:pStyle w:val="Text"/>
        <w:spacing w:line="276" w:lineRule="auto"/>
        <w:rPr>
          <w:rStyle w:val="Hervorhebung"/>
          <w:b w:val="0"/>
        </w:rPr>
      </w:pPr>
      <w:proofErr w:type="gramStart"/>
      <w:r w:rsidRPr="00990BD2">
        <w:rPr>
          <w:rStyle w:val="Hervorhebung"/>
          <w:b w:val="0"/>
        </w:rPr>
        <w:t xml:space="preserve">Todd </w:t>
      </w:r>
      <w:proofErr w:type="spellStart"/>
      <w:r w:rsidRPr="00990BD2">
        <w:rPr>
          <w:rStyle w:val="Hervorhebung"/>
          <w:b w:val="0"/>
        </w:rPr>
        <w:t>Nedzweckas</w:t>
      </w:r>
      <w:proofErr w:type="spellEnd"/>
      <w:r w:rsidRPr="00990BD2">
        <w:rPr>
          <w:rStyle w:val="Hervorhebung"/>
          <w:b w:val="0"/>
        </w:rPr>
        <w:t xml:space="preserve">, che ha già lavorato su </w:t>
      </w:r>
      <w:r w:rsidR="008103AA" w:rsidRPr="00990BD2">
        <w:rPr>
          <w:rStyle w:val="Hervorhebung"/>
          <w:b w:val="0"/>
        </w:rPr>
        <w:t>fres</w:t>
      </w:r>
      <w:r w:rsidRPr="00990BD2">
        <w:rPr>
          <w:rStyle w:val="Hervorhebung"/>
          <w:b w:val="0"/>
        </w:rPr>
        <w:t xml:space="preserve">atrici </w:t>
      </w:r>
      <w:r w:rsidR="008103AA" w:rsidRPr="00990BD2">
        <w:rPr>
          <w:rStyle w:val="Hervorhebung"/>
          <w:b w:val="0"/>
        </w:rPr>
        <w:t xml:space="preserve">stradali </w:t>
      </w:r>
      <w:r w:rsidRPr="00990BD2">
        <w:rPr>
          <w:rStyle w:val="Hervorhebung"/>
          <w:b w:val="0"/>
        </w:rPr>
        <w:t>di vari costruttori, a</w:t>
      </w:r>
      <w:r w:rsidRPr="00990BD2">
        <w:rPr>
          <w:rStyle w:val="Hervorhebung"/>
          <w:b w:val="0"/>
        </w:rPr>
        <w:t>g</w:t>
      </w:r>
      <w:r w:rsidRPr="00990BD2">
        <w:rPr>
          <w:rStyle w:val="Hervorhebung"/>
          <w:b w:val="0"/>
        </w:rPr>
        <w:t>giunge: “Ho seguito il corso di addestramento Wirtgen e ritengo che le macchine si</w:t>
      </w:r>
      <w:r w:rsidRPr="00990BD2">
        <w:rPr>
          <w:rStyle w:val="Hervorhebung"/>
          <w:b w:val="0"/>
        </w:rPr>
        <w:t>a</w:t>
      </w:r>
      <w:r w:rsidRPr="00990BD2">
        <w:rPr>
          <w:rStyle w:val="Hervorhebung"/>
          <w:b w:val="0"/>
        </w:rPr>
        <w:t>no molto facili da usare</w:t>
      </w:r>
      <w:proofErr w:type="gramEnd"/>
      <w:r w:rsidRPr="00990BD2">
        <w:rPr>
          <w:rStyle w:val="Hervorhebung"/>
          <w:b w:val="0"/>
        </w:rPr>
        <w:t xml:space="preserve">. Inoltre gli esperti applicativi e i tecnici del servizio assistenza </w:t>
      </w:r>
      <w:r w:rsidR="008103AA" w:rsidRPr="00990BD2">
        <w:rPr>
          <w:rStyle w:val="Hervorhebung"/>
          <w:b w:val="0"/>
        </w:rPr>
        <w:t>della</w:t>
      </w:r>
      <w:r w:rsidRPr="00990BD2">
        <w:rPr>
          <w:rStyle w:val="Hervorhebung"/>
          <w:b w:val="0"/>
        </w:rPr>
        <w:t xml:space="preserve"> Wirtgen America ci forniscono sempre un supporto encomiabile. Ogniqualvolta abbiamo un problema ci basta chiama</w:t>
      </w:r>
      <w:r w:rsidR="003A4E79" w:rsidRPr="00990BD2">
        <w:rPr>
          <w:rStyle w:val="Hervorhebung"/>
          <w:b w:val="0"/>
        </w:rPr>
        <w:t>rli</w:t>
      </w:r>
      <w:r w:rsidRPr="00990BD2">
        <w:rPr>
          <w:rStyle w:val="Hervorhebung"/>
          <w:b w:val="0"/>
        </w:rPr>
        <w:t xml:space="preserve"> e loro sono </w:t>
      </w:r>
      <w:proofErr w:type="gramStart"/>
      <w:r w:rsidRPr="00990BD2">
        <w:rPr>
          <w:rStyle w:val="Hervorhebung"/>
          <w:b w:val="0"/>
        </w:rPr>
        <w:t>subito pronti</w:t>
      </w:r>
      <w:proofErr w:type="gramEnd"/>
      <w:r w:rsidRPr="00990BD2">
        <w:rPr>
          <w:rStyle w:val="Hervorhebung"/>
          <w:b w:val="0"/>
        </w:rPr>
        <w:t xml:space="preserve"> ad aiutarci nella diagnosi”.</w:t>
      </w:r>
    </w:p>
    <w:p w:rsidR="0014683F" w:rsidRPr="00990BD2" w:rsidRDefault="0014683F" w:rsidP="002C166A">
      <w:pPr>
        <w:rPr>
          <w:rStyle w:val="Hervorhebung"/>
          <w:rFonts w:eastAsiaTheme="majorEastAsia" w:cstheme="majorBidi"/>
          <w:b w:val="0"/>
          <w:sz w:val="22"/>
          <w:szCs w:val="22"/>
        </w:rPr>
      </w:pPr>
    </w:p>
    <w:p w:rsidR="00263758" w:rsidRPr="00990BD2" w:rsidRDefault="00487E70" w:rsidP="00263758">
      <w:pPr>
        <w:pStyle w:val="Text"/>
        <w:spacing w:line="276" w:lineRule="auto"/>
        <w:rPr>
          <w:rStyle w:val="Hervorhebung"/>
        </w:rPr>
      </w:pPr>
      <w:r w:rsidRPr="00990BD2">
        <w:rPr>
          <w:rStyle w:val="Hervorhebung"/>
        </w:rPr>
        <w:lastRenderedPageBreak/>
        <w:t xml:space="preserve">La manutenzione periodica delle macchine e specifici corsi di addestramento </w:t>
      </w:r>
      <w:proofErr w:type="gramStart"/>
      <w:r w:rsidRPr="00990BD2">
        <w:rPr>
          <w:rStyle w:val="Hervorhebung"/>
        </w:rPr>
        <w:t>consentono</w:t>
      </w:r>
      <w:proofErr w:type="gramEnd"/>
      <w:r w:rsidRPr="00990BD2">
        <w:rPr>
          <w:rStyle w:val="Hervorhebung"/>
        </w:rPr>
        <w:t xml:space="preserve"> di ottenere l’optimum</w:t>
      </w:r>
    </w:p>
    <w:p w:rsidR="00487E70" w:rsidRPr="00990BD2" w:rsidRDefault="00487E70" w:rsidP="00487E70">
      <w:pPr>
        <w:pStyle w:val="Text"/>
        <w:spacing w:after="240" w:line="300" w:lineRule="exact"/>
      </w:pPr>
      <w:r w:rsidRPr="00990BD2">
        <w:rPr>
          <w:rStyle w:val="Hervorhebung"/>
          <w:b w:val="0"/>
        </w:rPr>
        <w:t xml:space="preserve">Le due scarificatrici di piccola taglia modello W 500 </w:t>
      </w:r>
      <w:proofErr w:type="gramStart"/>
      <w:r w:rsidRPr="00990BD2">
        <w:rPr>
          <w:rStyle w:val="Hervorhebung"/>
          <w:b w:val="0"/>
        </w:rPr>
        <w:t>hanno</w:t>
      </w:r>
      <w:proofErr w:type="gramEnd"/>
      <w:r w:rsidRPr="00990BD2">
        <w:rPr>
          <w:rStyle w:val="Hervorhebung"/>
          <w:b w:val="0"/>
        </w:rPr>
        <w:t xml:space="preserve"> all’attivo oltre 5000 ore di servizio</w:t>
      </w:r>
      <w:r w:rsidR="003A4E79" w:rsidRPr="00990BD2">
        <w:rPr>
          <w:rStyle w:val="Hervorhebung"/>
          <w:b w:val="0"/>
        </w:rPr>
        <w:t xml:space="preserve"> ciascuna</w:t>
      </w:r>
      <w:r w:rsidRPr="00990BD2">
        <w:rPr>
          <w:rStyle w:val="Hervorhebung"/>
          <w:b w:val="0"/>
        </w:rPr>
        <w:t>. “È anche e soprattutto una questione di corretta manutenzione</w:t>
      </w:r>
      <w:r w:rsidRPr="00990BD2">
        <w:t xml:space="preserve">”, </w:t>
      </w:r>
      <w:proofErr w:type="gramStart"/>
      <w:r w:rsidRPr="00990BD2">
        <w:t>precisa Cook</w:t>
      </w:r>
      <w:proofErr w:type="gramEnd"/>
      <w:r w:rsidRPr="00990BD2">
        <w:t>. “Finché si provvede alla sostituzione periodica dei materiali di cons</w:t>
      </w:r>
      <w:r w:rsidRPr="00990BD2">
        <w:t>u</w:t>
      </w:r>
      <w:r w:rsidRPr="00990BD2">
        <w:t xml:space="preserve">mo, si tengono d’occhio le parti d’usura e si eseguono accuratamente gli interventi di manutenzione prescritti, </w:t>
      </w:r>
      <w:r w:rsidR="008103AA" w:rsidRPr="00990BD2">
        <w:t xml:space="preserve">le macchine </w:t>
      </w:r>
      <w:r w:rsidRPr="00990BD2">
        <w:t xml:space="preserve">funzionano in modo </w:t>
      </w:r>
      <w:proofErr w:type="gramStart"/>
      <w:r w:rsidRPr="00990BD2">
        <w:t>estremamente</w:t>
      </w:r>
      <w:proofErr w:type="gramEnd"/>
      <w:r w:rsidRPr="00990BD2">
        <w:t xml:space="preserve"> affidabile.</w:t>
      </w:r>
    </w:p>
    <w:p w:rsidR="00263758" w:rsidRPr="00990BD2" w:rsidRDefault="00487E70" w:rsidP="00263758">
      <w:pPr>
        <w:pStyle w:val="Text"/>
        <w:spacing w:line="276" w:lineRule="auto"/>
      </w:pPr>
      <w:proofErr w:type="gramStart"/>
      <w:r w:rsidRPr="00990BD2">
        <w:rPr>
          <w:rStyle w:val="Hervorhebung"/>
          <w:b w:val="0"/>
        </w:rPr>
        <w:t xml:space="preserve">Altrettanto importante è </w:t>
      </w:r>
      <w:r w:rsidRPr="00990BD2">
        <w:t xml:space="preserve">insegnare ai </w:t>
      </w:r>
      <w:proofErr w:type="spellStart"/>
      <w:r w:rsidRPr="00990BD2">
        <w:t>fresisti</w:t>
      </w:r>
      <w:proofErr w:type="spellEnd"/>
      <w:r w:rsidRPr="00990BD2">
        <w:t xml:space="preserve"> le tecniche giuste e i lavori di manute</w:t>
      </w:r>
      <w:r w:rsidRPr="00990BD2">
        <w:t>n</w:t>
      </w:r>
      <w:r w:rsidRPr="00990BD2">
        <w:t>zione che vanno eseguiti giornalmente in cantiere”</w:t>
      </w:r>
      <w:proofErr w:type="gramEnd"/>
      <w:r w:rsidRPr="00990BD2">
        <w:t>. Così presso la Costello il pr</w:t>
      </w:r>
      <w:r w:rsidRPr="00990BD2">
        <w:t>o</w:t>
      </w:r>
      <w:r w:rsidRPr="00990BD2">
        <w:t xml:space="preserve">gramma di manutenzione quotidiano comprende anche </w:t>
      </w:r>
      <w:r w:rsidR="003A4E79" w:rsidRPr="00990BD2">
        <w:t>il controllo visivo</w:t>
      </w:r>
      <w:r w:rsidRPr="00990BD2">
        <w:t xml:space="preserve"> della ma</w:t>
      </w:r>
      <w:r w:rsidRPr="00990BD2">
        <w:t>c</w:t>
      </w:r>
      <w:r w:rsidRPr="00990BD2">
        <w:t xml:space="preserve">china al termine dell’intervento </w:t>
      </w:r>
      <w:proofErr w:type="gramStart"/>
      <w:r w:rsidRPr="00990BD2">
        <w:t>di</w:t>
      </w:r>
      <w:proofErr w:type="gramEnd"/>
      <w:r w:rsidRPr="00990BD2">
        <w:t xml:space="preserve"> scarifica. “Se necessario, Jim e la sua squadra si occupano di rimettere in perfette condizioni la macchina”, spiega </w:t>
      </w:r>
      <w:r w:rsidR="00642CDA">
        <w:t>Nedzweckas</w:t>
      </w:r>
      <w:bookmarkStart w:id="0" w:name="_GoBack"/>
      <w:bookmarkEnd w:id="0"/>
      <w:r w:rsidRPr="00990BD2">
        <w:t>.</w:t>
      </w:r>
    </w:p>
    <w:p w:rsidR="00487E70" w:rsidRPr="00990BD2" w:rsidRDefault="00487E70" w:rsidP="00263758">
      <w:pPr>
        <w:pStyle w:val="Text"/>
        <w:spacing w:line="276" w:lineRule="auto"/>
      </w:pPr>
    </w:p>
    <w:p w:rsidR="00487E70" w:rsidRPr="00990BD2" w:rsidRDefault="00487E70" w:rsidP="00487E70">
      <w:pPr>
        <w:pStyle w:val="Text"/>
        <w:spacing w:after="240" w:line="300" w:lineRule="exact"/>
      </w:pPr>
      <w:r w:rsidRPr="00990BD2">
        <w:t>Un programma di manutenzione aiuta ad aumentare il tempo di utilizzo delle macch</w:t>
      </w:r>
      <w:r w:rsidRPr="00990BD2">
        <w:t>i</w:t>
      </w:r>
      <w:r w:rsidRPr="00990BD2">
        <w:t xml:space="preserve">ne. “Teniamo traccia sia delle ore di funzionamento </w:t>
      </w:r>
      <w:proofErr w:type="gramStart"/>
      <w:r w:rsidRPr="00990BD2">
        <w:t>delle</w:t>
      </w:r>
      <w:proofErr w:type="gramEnd"/>
      <w:r w:rsidRPr="00990BD2">
        <w:t xml:space="preserve"> macchine che degli inte</w:t>
      </w:r>
      <w:r w:rsidRPr="00990BD2">
        <w:t>r</w:t>
      </w:r>
      <w:r w:rsidRPr="00990BD2">
        <w:t xml:space="preserve">venti di manutenzione eseguiti. </w:t>
      </w:r>
      <w:proofErr w:type="gramStart"/>
      <w:r w:rsidRPr="00990BD2">
        <w:t>E approntiamo ordini standard per rendere possibili intervalli di manutenzione dopo 250, 500, 750 e 1000 ore di servizio”, spiega Cook</w:t>
      </w:r>
      <w:proofErr w:type="gramEnd"/>
      <w:r w:rsidRPr="00990BD2">
        <w:t xml:space="preserve">. </w:t>
      </w:r>
      <w:r w:rsidR="008103AA" w:rsidRPr="00990BD2">
        <w:t>“</w:t>
      </w:r>
      <w:r w:rsidRPr="00990BD2">
        <w:t xml:space="preserve">Lo facciamo per tutte le nostre macchine e ne curiamo la manutenzione nella nostra officina”. La periodica partecipazione a corsi specialistici presso la </w:t>
      </w:r>
      <w:r w:rsidR="00322F75" w:rsidRPr="00990BD2">
        <w:t xml:space="preserve">sede della </w:t>
      </w:r>
      <w:r w:rsidRPr="00990BD2">
        <w:t xml:space="preserve">Wirtgen America aiuta inoltre lo staff della Costello ad approfondire continuamente il know-how </w:t>
      </w:r>
      <w:proofErr w:type="gramStart"/>
      <w:r w:rsidRPr="00990BD2">
        <w:t>relativo alle</w:t>
      </w:r>
      <w:proofErr w:type="gramEnd"/>
      <w:r w:rsidRPr="00990BD2">
        <w:t xml:space="preserve"> macchine. “Oltre al corso sull’elettronica abbiamo frequentato anche quello sull’oleodinamica”, </w:t>
      </w:r>
      <w:proofErr w:type="gramStart"/>
      <w:r w:rsidRPr="00990BD2">
        <w:t>precisa Cook</w:t>
      </w:r>
      <w:proofErr w:type="gramEnd"/>
      <w:r w:rsidR="00322F75" w:rsidRPr="00990BD2">
        <w:t>, e aggiunge:</w:t>
      </w:r>
      <w:r w:rsidRPr="00990BD2">
        <w:t xml:space="preserve"> </w:t>
      </w:r>
      <w:r w:rsidR="003A4E79" w:rsidRPr="00990BD2">
        <w:t>“</w:t>
      </w:r>
      <w:r w:rsidRPr="00990BD2">
        <w:t>Mandiamo ai corsi sia i superv</w:t>
      </w:r>
      <w:r w:rsidRPr="00990BD2">
        <w:t>i</w:t>
      </w:r>
      <w:r w:rsidRPr="00990BD2">
        <w:t xml:space="preserve">sori sia i </w:t>
      </w:r>
      <w:proofErr w:type="spellStart"/>
      <w:r w:rsidRPr="00990BD2">
        <w:t>fresisti</w:t>
      </w:r>
      <w:proofErr w:type="spellEnd"/>
      <w:r w:rsidRPr="00990BD2">
        <w:t>, e poi ci addestriamo a vicenda”.</w:t>
      </w:r>
    </w:p>
    <w:p w:rsidR="00BA6956" w:rsidRPr="00990BD2" w:rsidRDefault="00BA6956" w:rsidP="00BA6956">
      <w:pPr>
        <w:pStyle w:val="Text"/>
        <w:spacing w:line="276" w:lineRule="auto"/>
        <w:rPr>
          <w:rStyle w:val="Hervorhebung"/>
        </w:rPr>
      </w:pPr>
      <w:r w:rsidRPr="00990BD2">
        <w:rPr>
          <w:rStyle w:val="Hervorhebung"/>
        </w:rPr>
        <w:t>Scarificatrici della prossima generazione</w:t>
      </w:r>
    </w:p>
    <w:p w:rsidR="00BA6956" w:rsidRPr="00990BD2" w:rsidRDefault="00BA6956" w:rsidP="00BA6956">
      <w:pPr>
        <w:pStyle w:val="Text"/>
        <w:spacing w:after="240" w:line="300" w:lineRule="exact"/>
      </w:pPr>
      <w:r w:rsidRPr="00990BD2">
        <w:t>Lo staf</w:t>
      </w:r>
      <w:r w:rsidR="003A4E79" w:rsidRPr="00990BD2">
        <w:t xml:space="preserve">f della Costello ha già avuto </w:t>
      </w:r>
      <w:r w:rsidRPr="00990BD2">
        <w:t>occasione di conoscere alcune generazioni di sc</w:t>
      </w:r>
      <w:r w:rsidRPr="00990BD2">
        <w:t>a</w:t>
      </w:r>
      <w:r w:rsidRPr="00990BD2">
        <w:t>rificatrici Wirtgen e per questo sa apprezzare i cambiamenti che le macchine hanno subito nel corso degli ultimi anni. E sebbene la postazione di guida dei modelli più r</w:t>
      </w:r>
      <w:r w:rsidRPr="00990BD2">
        <w:t>e</w:t>
      </w:r>
      <w:r w:rsidRPr="00990BD2">
        <w:t xml:space="preserve">centi come la W 220 </w:t>
      </w:r>
      <w:proofErr w:type="gramStart"/>
      <w:r w:rsidRPr="00990BD2">
        <w:t>sembri</w:t>
      </w:r>
      <w:proofErr w:type="gramEnd"/>
      <w:r w:rsidRPr="00990BD2">
        <w:t xml:space="preserve"> essere molto complessa a causa della presenza di d</w:t>
      </w:r>
      <w:r w:rsidRPr="00990BD2">
        <w:t>i</w:t>
      </w:r>
      <w:r w:rsidRPr="00990BD2">
        <w:t xml:space="preserve">splay, videoschermi e </w:t>
      </w:r>
      <w:r w:rsidR="001968B4" w:rsidRPr="00990BD2">
        <w:t>comandi retroilluminati</w:t>
      </w:r>
      <w:r w:rsidRPr="00990BD2">
        <w:t>, lo staff della Costello ritiene che le nuove f</w:t>
      </w:r>
      <w:r w:rsidR="001968B4" w:rsidRPr="00990BD2">
        <w:t>res</w:t>
      </w:r>
      <w:r w:rsidRPr="00990BD2">
        <w:t xml:space="preserve">atrici </w:t>
      </w:r>
      <w:r w:rsidR="001968B4" w:rsidRPr="00990BD2">
        <w:t xml:space="preserve">stradali </w:t>
      </w:r>
      <w:r w:rsidRPr="00990BD2">
        <w:t>siano più facili da usare.</w:t>
      </w:r>
    </w:p>
    <w:p w:rsidR="00BA6956" w:rsidRPr="00990BD2" w:rsidRDefault="00BA6956" w:rsidP="00BA6956">
      <w:pPr>
        <w:pStyle w:val="Text"/>
        <w:spacing w:after="240" w:line="300" w:lineRule="exact"/>
      </w:pPr>
      <w:r w:rsidRPr="00990BD2">
        <w:t xml:space="preserve">“Sono </w:t>
      </w:r>
      <w:proofErr w:type="gramStart"/>
      <w:r w:rsidRPr="00990BD2">
        <w:t>decisamente</w:t>
      </w:r>
      <w:proofErr w:type="gramEnd"/>
      <w:r w:rsidRPr="00990BD2">
        <w:t xml:space="preserve"> più amichevoli per l’utente”, afferma convinto Cook. “Quando compare un messaggio di errore, la macchina dice all’</w:t>
      </w:r>
      <w:proofErr w:type="gramStart"/>
      <w:r w:rsidRPr="00990BD2">
        <w:t>operatore dove</w:t>
      </w:r>
      <w:proofErr w:type="gramEnd"/>
      <w:r w:rsidRPr="00990BD2">
        <w:t xml:space="preserve"> cercare e come diagnosticare l’anomalia segnalata. Gli pone persino una serie di domande al fine di individuare la causa scatenante il problema e di rimettere più rapidamente in sesto la macchina. </w:t>
      </w:r>
      <w:proofErr w:type="gramStart"/>
      <w:r w:rsidRPr="00990BD2">
        <w:t>La nuova generazione di scarificatrici Wirtgen di grossa taglia offre sopra</w:t>
      </w:r>
      <w:r w:rsidRPr="00990BD2">
        <w:t>t</w:t>
      </w:r>
      <w:r w:rsidRPr="00990BD2">
        <w:t>tutto un ambiente di lavoro migliore”, aggiunge Cook</w:t>
      </w:r>
      <w:proofErr w:type="gramEnd"/>
      <w:r w:rsidRPr="00990BD2">
        <w:t xml:space="preserve">. “La W 220 vanta un regime del minimo </w:t>
      </w:r>
      <w:r w:rsidR="00422604" w:rsidRPr="00990BD2">
        <w:t xml:space="preserve">più basso </w:t>
      </w:r>
      <w:r w:rsidRPr="00990BD2">
        <w:t>e tre differenti regimi di rotazione del tamburo fresante. È quindi molto più silenziosa”.</w:t>
      </w:r>
    </w:p>
    <w:p w:rsidR="00BA6956" w:rsidRPr="00990BD2" w:rsidRDefault="008F784E" w:rsidP="00BA6956">
      <w:pPr>
        <w:pStyle w:val="Text"/>
        <w:spacing w:after="240" w:line="300" w:lineRule="exact"/>
      </w:pPr>
      <w:proofErr w:type="spellStart"/>
      <w:r w:rsidRPr="00990BD2">
        <w:t>Nedzweckas</w:t>
      </w:r>
      <w:proofErr w:type="spellEnd"/>
      <w:r w:rsidRPr="00990BD2">
        <w:t xml:space="preserve"> aggiunge: “Wirtgen ha pensato veramente </w:t>
      </w:r>
      <w:r w:rsidR="00DA0AA3" w:rsidRPr="00990BD2">
        <w:t>ai condut</w:t>
      </w:r>
      <w:r w:rsidRPr="00990BD2">
        <w:t>tori</w:t>
      </w:r>
      <w:r w:rsidR="00DA0AA3" w:rsidRPr="00990BD2">
        <w:t xml:space="preserve"> delle macchine</w:t>
      </w:r>
      <w:r w:rsidRPr="00990BD2">
        <w:t xml:space="preserve">, </w:t>
      </w:r>
      <w:proofErr w:type="gramStart"/>
      <w:r w:rsidRPr="00990BD2">
        <w:t>visto che</w:t>
      </w:r>
      <w:proofErr w:type="gramEnd"/>
      <w:r w:rsidRPr="00990BD2">
        <w:t xml:space="preserve"> nonostante la potenza maggiorata il livello </w:t>
      </w:r>
      <w:r w:rsidR="00DA0AA3" w:rsidRPr="00990BD2">
        <w:t xml:space="preserve">di rumorosità è molto più basso; </w:t>
      </w:r>
      <w:r w:rsidR="00DA0AA3" w:rsidRPr="00990BD2">
        <w:lastRenderedPageBreak/>
        <w:t>inoltr</w:t>
      </w:r>
      <w:r w:rsidRPr="00990BD2">
        <w:t xml:space="preserve">e il </w:t>
      </w:r>
      <w:proofErr w:type="spellStart"/>
      <w:r w:rsidRPr="00990BD2">
        <w:t>Vacuum</w:t>
      </w:r>
      <w:proofErr w:type="spellEnd"/>
      <w:r w:rsidRPr="00990BD2">
        <w:t xml:space="preserve"> </w:t>
      </w:r>
      <w:proofErr w:type="spellStart"/>
      <w:r w:rsidRPr="00990BD2">
        <w:t>Cutting</w:t>
      </w:r>
      <w:proofErr w:type="spellEnd"/>
      <w:r w:rsidRPr="00990BD2">
        <w:t xml:space="preserve"> System (VCS), preposto ad aspirare gli odori e le particelle fini, è </w:t>
      </w:r>
      <w:r w:rsidR="003A4E79" w:rsidRPr="00990BD2">
        <w:t>un</w:t>
      </w:r>
      <w:r w:rsidRPr="00990BD2">
        <w:t xml:space="preserve"> gran</w:t>
      </w:r>
      <w:r w:rsidR="003A4E79" w:rsidRPr="00990BD2">
        <w:t xml:space="preserve">de sollievo per </w:t>
      </w:r>
      <w:r w:rsidRPr="00990BD2">
        <w:t>l’operatore”.</w:t>
      </w:r>
    </w:p>
    <w:p w:rsidR="008F784E" w:rsidRPr="00990BD2" w:rsidRDefault="00E149E9" w:rsidP="008F784E">
      <w:pPr>
        <w:pStyle w:val="Text"/>
        <w:spacing w:after="240" w:line="300" w:lineRule="exact"/>
      </w:pPr>
      <w:r w:rsidRPr="00990BD2">
        <w:t xml:space="preserve">Anche l’ergonomia convince Cook: “Il modo in cui i quadri di comando e i sedili </w:t>
      </w:r>
      <w:proofErr w:type="gramStart"/>
      <w:r w:rsidRPr="00990BD2">
        <w:t>po</w:t>
      </w:r>
      <w:r w:rsidRPr="00990BD2">
        <w:t>s</w:t>
      </w:r>
      <w:r w:rsidRPr="00990BD2">
        <w:t>sono</w:t>
      </w:r>
      <w:proofErr w:type="gramEnd"/>
      <w:r w:rsidRPr="00990BD2">
        <w:t xml:space="preserve"> essere orientati serve chiaramente al comfort dell’operatore. Per chi trascorre </w:t>
      </w:r>
      <w:proofErr w:type="gramStart"/>
      <w:r w:rsidRPr="00990BD2">
        <w:t>14</w:t>
      </w:r>
      <w:proofErr w:type="gramEnd"/>
      <w:r w:rsidRPr="00990BD2">
        <w:t xml:space="preserve"> ore al giorno a bordo della macchina la differenza è enorme”.</w:t>
      </w:r>
    </w:p>
    <w:p w:rsidR="008F784E" w:rsidRPr="00990BD2" w:rsidRDefault="008F784E" w:rsidP="008F784E">
      <w:pPr>
        <w:pStyle w:val="Text"/>
        <w:spacing w:line="300" w:lineRule="exact"/>
        <w:rPr>
          <w:b/>
        </w:rPr>
      </w:pPr>
      <w:r w:rsidRPr="00990BD2">
        <w:rPr>
          <w:b/>
        </w:rPr>
        <w:t xml:space="preserve">Visibilità ottimizzata per ogni </w:t>
      </w:r>
      <w:proofErr w:type="gramStart"/>
      <w:r w:rsidRPr="00990BD2">
        <w:rPr>
          <w:b/>
        </w:rPr>
        <w:t>intervento</w:t>
      </w:r>
      <w:proofErr w:type="gramEnd"/>
    </w:p>
    <w:p w:rsidR="008F784E" w:rsidRPr="00990BD2" w:rsidRDefault="008F784E" w:rsidP="008F784E">
      <w:pPr>
        <w:pStyle w:val="Text"/>
        <w:spacing w:after="240" w:line="300" w:lineRule="exact"/>
      </w:pPr>
      <w:r w:rsidRPr="00990BD2">
        <w:t>“Può darsi che l’illuminazione perimetrale conferisca alle scarificatrici l’aspetto di d</w:t>
      </w:r>
      <w:r w:rsidRPr="00990BD2">
        <w:t>i</w:t>
      </w:r>
      <w:r w:rsidRPr="00990BD2">
        <w:t xml:space="preserve">schi volanti”, racconta scherzando </w:t>
      </w:r>
      <w:proofErr w:type="spellStart"/>
      <w:r w:rsidRPr="00990BD2">
        <w:t>Nedzweckas</w:t>
      </w:r>
      <w:proofErr w:type="spellEnd"/>
      <w:r w:rsidRPr="00990BD2">
        <w:t>. “Svolgiamo gran parte del nostro l</w:t>
      </w:r>
      <w:r w:rsidRPr="00990BD2">
        <w:t>a</w:t>
      </w:r>
      <w:r w:rsidRPr="00990BD2">
        <w:t xml:space="preserve">voro di notte. I display della strumentazione e i sistemi </w:t>
      </w:r>
      <w:proofErr w:type="gramStart"/>
      <w:r w:rsidRPr="00990BD2">
        <w:t xml:space="preserve">di </w:t>
      </w:r>
      <w:proofErr w:type="gramEnd"/>
      <w:r w:rsidRPr="00990BD2">
        <w:t>illuminazione sono ecce</w:t>
      </w:r>
      <w:r w:rsidRPr="00990BD2">
        <w:t>l</w:t>
      </w:r>
      <w:r w:rsidRPr="00990BD2">
        <w:t xml:space="preserve">lenti: quindi si possono vedere </w:t>
      </w:r>
      <w:r w:rsidR="00B87F75" w:rsidRPr="00990BD2">
        <w:t xml:space="preserve">e individuare </w:t>
      </w:r>
      <w:r w:rsidRPr="00990BD2">
        <w:t>bene tutti i comandi e l’ambiente intorno alla macchina è illuminato nel migliore dei modi”.</w:t>
      </w:r>
    </w:p>
    <w:p w:rsidR="008F784E" w:rsidRPr="00990BD2" w:rsidRDefault="008F784E" w:rsidP="008F784E">
      <w:pPr>
        <w:pStyle w:val="Text"/>
        <w:spacing w:after="240" w:line="300" w:lineRule="exact"/>
      </w:pPr>
      <w:r w:rsidRPr="00990BD2">
        <w:t>Grazie al “vitino da vespa” della W 220 il fresista ha una visuale migliore sulla zona davanti al cassone del tamburo fresante e su</w:t>
      </w:r>
      <w:r w:rsidR="00B87F75" w:rsidRPr="00990BD2">
        <w:t>i</w:t>
      </w:r>
      <w:r w:rsidRPr="00990BD2">
        <w:t xml:space="preserve"> cingol</w:t>
      </w:r>
      <w:r w:rsidR="00B87F75" w:rsidRPr="00990BD2">
        <w:t>i</w:t>
      </w:r>
      <w:r w:rsidRPr="00990BD2">
        <w:t xml:space="preserve"> anterior</w:t>
      </w:r>
      <w:r w:rsidR="00B87F75" w:rsidRPr="00990BD2">
        <w:t>i</w:t>
      </w:r>
      <w:r w:rsidRPr="00990BD2">
        <w:t>. Tutto ciò che è nasc</w:t>
      </w:r>
      <w:r w:rsidRPr="00990BD2">
        <w:t>o</w:t>
      </w:r>
      <w:r w:rsidRPr="00990BD2">
        <w:t xml:space="preserve">sto alla sua </w:t>
      </w:r>
      <w:proofErr w:type="gramStart"/>
      <w:r w:rsidRPr="00990BD2">
        <w:t>vista</w:t>
      </w:r>
      <w:proofErr w:type="gramEnd"/>
      <w:r w:rsidRPr="00990BD2">
        <w:t xml:space="preserve"> viene ripreso </w:t>
      </w:r>
      <w:r w:rsidR="00B87F75" w:rsidRPr="00990BD2">
        <w:t>da</w:t>
      </w:r>
      <w:r w:rsidRPr="00990BD2">
        <w:t xml:space="preserve"> telecamere: </w:t>
      </w:r>
      <w:r w:rsidR="00B87F75" w:rsidRPr="00990BD2">
        <w:t>“I</w:t>
      </w:r>
      <w:r w:rsidRPr="00990BD2">
        <w:t xml:space="preserve"> monitor presenti nella postazione di guida ci mostrano l’estremità del nastro di carico e la coda della macchina”, spiega Cook. “Ciò costituisce per il fresista una netta differenza in termini di produttività e sicurezza. Poiché vede bene cosa finisce nel cassone del camion, può monitorare m</w:t>
      </w:r>
      <w:r w:rsidRPr="00990BD2">
        <w:t>e</w:t>
      </w:r>
      <w:r w:rsidRPr="00990BD2">
        <w:t xml:space="preserve">glio l’operazione di carico del fresato. </w:t>
      </w:r>
      <w:proofErr w:type="gramStart"/>
      <w:r w:rsidRPr="00990BD2">
        <w:t>Specialmente in curva la visuale sul nastro di carico è limitata</w:t>
      </w:r>
      <w:r w:rsidR="003A4E79" w:rsidRPr="00990BD2">
        <w:t>, ma l</w:t>
      </w:r>
      <w:r w:rsidRPr="00990BD2">
        <w:t xml:space="preserve">a telecamera consente di </w:t>
      </w:r>
      <w:r w:rsidR="00B87F75" w:rsidRPr="00990BD2">
        <w:t>vedere</w:t>
      </w:r>
      <w:r w:rsidRPr="00990BD2">
        <w:t xml:space="preserve"> perfettamente il </w:t>
      </w:r>
      <w:r w:rsidR="00B87F75" w:rsidRPr="00990BD2">
        <w:t>fresato</w:t>
      </w:r>
      <w:r w:rsidRPr="00990BD2">
        <w:t xml:space="preserve"> e l’interno del cassone del camion”.</w:t>
      </w:r>
      <w:proofErr w:type="gramEnd"/>
    </w:p>
    <w:p w:rsidR="008F784E" w:rsidRPr="00990BD2" w:rsidRDefault="008F784E" w:rsidP="008F784E">
      <w:pPr>
        <w:pStyle w:val="Text"/>
        <w:spacing w:after="240" w:line="300" w:lineRule="exact"/>
      </w:pPr>
      <w:r w:rsidRPr="00990BD2">
        <w:t xml:space="preserve">Quando si procede in </w:t>
      </w:r>
      <w:proofErr w:type="gramStart"/>
      <w:r w:rsidRPr="00990BD2">
        <w:t>retromarcia</w:t>
      </w:r>
      <w:proofErr w:type="gramEnd"/>
      <w:r w:rsidRPr="00990BD2">
        <w:t xml:space="preserve"> la telecamera riprende anche tutto ciò che succede dietro la macchina, ad esempio le auto o le persone transitanti. Di conseguenza a</w:t>
      </w:r>
      <w:r w:rsidRPr="00990BD2">
        <w:t>u</w:t>
      </w:r>
      <w:r w:rsidRPr="00990BD2">
        <w:t>menta la sicurezza in cantiere e il fresista non è costretto a fare affidamento sulle s</w:t>
      </w:r>
      <w:r w:rsidRPr="00990BD2">
        <w:t>o</w:t>
      </w:r>
      <w:r w:rsidRPr="00990BD2">
        <w:t xml:space="preserve">le istruzioni dell’uomo a terra. “La telecamera elimina dunque un importante angolo morto”, </w:t>
      </w:r>
      <w:proofErr w:type="gramStart"/>
      <w:r w:rsidRPr="00990BD2">
        <w:t>conclude</w:t>
      </w:r>
      <w:proofErr w:type="gramEnd"/>
      <w:r w:rsidRPr="00990BD2">
        <w:t xml:space="preserve"> </w:t>
      </w:r>
      <w:proofErr w:type="spellStart"/>
      <w:r w:rsidRPr="00990BD2">
        <w:t>Nedzweckas</w:t>
      </w:r>
      <w:proofErr w:type="spellEnd"/>
      <w:r w:rsidRPr="00990BD2">
        <w:t>.</w:t>
      </w:r>
    </w:p>
    <w:p w:rsidR="005F6CD4" w:rsidRPr="00990BD2" w:rsidRDefault="00565C65" w:rsidP="005F6CD4">
      <w:pPr>
        <w:pStyle w:val="Text"/>
        <w:spacing w:line="300" w:lineRule="exact"/>
        <w:rPr>
          <w:b/>
        </w:rPr>
      </w:pPr>
      <w:r w:rsidRPr="00990BD2">
        <w:rPr>
          <w:b/>
        </w:rPr>
        <w:t>Il</w:t>
      </w:r>
      <w:r w:rsidR="00A54CD0" w:rsidRPr="00990BD2">
        <w:rPr>
          <w:b/>
        </w:rPr>
        <w:t xml:space="preserve"> know-how e la tecnologia di </w:t>
      </w:r>
      <w:proofErr w:type="gramStart"/>
      <w:r w:rsidR="00A54CD0" w:rsidRPr="00990BD2">
        <w:rPr>
          <w:b/>
        </w:rPr>
        <w:t>scarifica</w:t>
      </w:r>
      <w:proofErr w:type="gramEnd"/>
      <w:r w:rsidR="00A54CD0" w:rsidRPr="00990BD2">
        <w:rPr>
          <w:b/>
        </w:rPr>
        <w:t xml:space="preserve"> d’avanguardia costituiscono la base del successo</w:t>
      </w:r>
      <w:r w:rsidRPr="00990BD2">
        <w:rPr>
          <w:b/>
        </w:rPr>
        <w:t xml:space="preserve"> della Costello</w:t>
      </w:r>
    </w:p>
    <w:p w:rsidR="008F784E" w:rsidRPr="00990BD2" w:rsidRDefault="00D2248F" w:rsidP="008F784E">
      <w:pPr>
        <w:pStyle w:val="Text"/>
        <w:spacing w:after="240" w:line="300" w:lineRule="exact"/>
      </w:pPr>
      <w:r>
        <w:t xml:space="preserve">Con oltre 100 anni di esperienza complessiva dei suoi </w:t>
      </w:r>
      <w:proofErr w:type="gramStart"/>
      <w:r>
        <w:t>componenti</w:t>
      </w:r>
      <w:proofErr w:type="gramEnd"/>
      <w:r>
        <w:t xml:space="preserve"> nel settore della scarifica stradale, il management della Costello sa molto bene quello che conta. </w:t>
      </w:r>
      <w:r w:rsidR="005F6CD4" w:rsidRPr="00990BD2">
        <w:t xml:space="preserve">Dopo </w:t>
      </w:r>
      <w:proofErr w:type="gramStart"/>
      <w:r w:rsidR="005F6CD4" w:rsidRPr="00990BD2">
        <w:t>tutto</w:t>
      </w:r>
      <w:proofErr w:type="gramEnd"/>
      <w:r w:rsidR="005F6CD4" w:rsidRPr="00990BD2">
        <w:t>, il successo dell’impresa si fonda ormai da tre generazioni sul fatto di fare un lavoro convincente con prodotti, tecnologie e servizi di alta qualità. Jim Cook ha una chiara opinione in merito: “Per me le scarificatrici Wirtgen sono le macchine migliori</w:t>
      </w:r>
      <w:r w:rsidR="00D75DF5" w:rsidRPr="00990BD2">
        <w:t xml:space="preserve"> in assoluto</w:t>
      </w:r>
      <w:r w:rsidR="005F6CD4" w:rsidRPr="00990BD2">
        <w:t>”.</w:t>
      </w:r>
    </w:p>
    <w:p w:rsidR="002E765F" w:rsidRPr="00990BD2" w:rsidRDefault="002E765F" w:rsidP="00C644CA">
      <w:pPr>
        <w:pStyle w:val="Text"/>
      </w:pPr>
      <w:r w:rsidRPr="00990BD2">
        <w:br w:type="page"/>
      </w:r>
    </w:p>
    <w:p w:rsidR="00D166AC" w:rsidRPr="00990BD2" w:rsidRDefault="002844EF" w:rsidP="00C644CA">
      <w:pPr>
        <w:pStyle w:val="HeadlineFotos"/>
      </w:pPr>
      <w:r w:rsidRPr="00990BD2">
        <w:rPr>
          <w:rFonts w:ascii="Verdana" w:hAnsi="Verdana"/>
          <w:caps w:val="0"/>
        </w:rPr>
        <w:lastRenderedPageBreak/>
        <w:t>Foto</w:t>
      </w:r>
      <w:r w:rsidRPr="00990BD2"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79"/>
        <w:gridCol w:w="4829"/>
      </w:tblGrid>
      <w:tr w:rsidR="00D166AC" w:rsidRPr="00990BD2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990BD2" w:rsidRDefault="00D166AC" w:rsidP="00D166AC">
            <w:r w:rsidRPr="00990BD2">
              <w:rPr>
                <w:noProof/>
                <w:lang w:val="de-DE" w:eastAsia="de-DE" w:bidi="ar-SA"/>
              </w:rPr>
              <w:drawing>
                <wp:inline distT="0" distB="0" distL="0" distR="0" wp14:anchorId="6489D326" wp14:editId="16763C16">
                  <wp:extent cx="2668376" cy="1697586"/>
                  <wp:effectExtent l="0" t="0" r="0" b="0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6" cy="1697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14683F" w:rsidRPr="00990BD2" w:rsidRDefault="00DB6F0F" w:rsidP="0014683F">
            <w:pPr>
              <w:pStyle w:val="berschrift3"/>
              <w:outlineLvl w:val="2"/>
            </w:pPr>
            <w:r>
              <w:t>W220_00715</w:t>
            </w:r>
            <w:r w:rsidRPr="00DB6F0F">
              <w:t>_HI_Presse</w:t>
            </w:r>
          </w:p>
          <w:p w:rsidR="00D166AC" w:rsidRPr="00990BD2" w:rsidRDefault="00002A0B" w:rsidP="00D75DF5">
            <w:pPr>
              <w:pStyle w:val="Text"/>
              <w:jc w:val="left"/>
              <w:rPr>
                <w:sz w:val="20"/>
              </w:rPr>
            </w:pPr>
            <w:r w:rsidRPr="00990BD2">
              <w:rPr>
                <w:sz w:val="20"/>
              </w:rPr>
              <w:t>Il potente motore diesel da 777 CV trasforma la grande scarificatrice Wirtgen W 220 in un autentico mostro di potenza. La velocità della ventola, variabile in funzione della temper</w:t>
            </w:r>
            <w:r w:rsidRPr="00990BD2">
              <w:rPr>
                <w:sz w:val="20"/>
              </w:rPr>
              <w:t>a</w:t>
            </w:r>
            <w:r w:rsidRPr="00990BD2">
              <w:rPr>
                <w:sz w:val="20"/>
              </w:rPr>
              <w:t xml:space="preserve">tura del motore, contribuisce a </w:t>
            </w:r>
            <w:r w:rsidR="00D75DF5" w:rsidRPr="00990BD2">
              <w:rPr>
                <w:sz w:val="20"/>
              </w:rPr>
              <w:t>contenere</w:t>
            </w:r>
            <w:r w:rsidRPr="00990BD2">
              <w:rPr>
                <w:sz w:val="20"/>
              </w:rPr>
              <w:t xml:space="preserve"> il consumo </w:t>
            </w:r>
            <w:r w:rsidR="00D75DF5" w:rsidRPr="00990BD2">
              <w:rPr>
                <w:sz w:val="20"/>
              </w:rPr>
              <w:t xml:space="preserve">di </w:t>
            </w:r>
            <w:r w:rsidRPr="00990BD2">
              <w:rPr>
                <w:sz w:val="20"/>
              </w:rPr>
              <w:t>energi</w:t>
            </w:r>
            <w:r w:rsidR="00D75DF5" w:rsidRPr="00990BD2">
              <w:rPr>
                <w:sz w:val="20"/>
              </w:rPr>
              <w:t>a</w:t>
            </w:r>
            <w:r w:rsidRPr="00990BD2">
              <w:rPr>
                <w:sz w:val="20"/>
              </w:rPr>
              <w:t xml:space="preserve"> e le emissioni sonore. Per ottenere la resa ideale della scarificatrice anche in caso di forti variazioni delle cond</w:t>
            </w:r>
            <w:r w:rsidRPr="00990BD2">
              <w:rPr>
                <w:sz w:val="20"/>
              </w:rPr>
              <w:t>i</w:t>
            </w:r>
            <w:r w:rsidRPr="00990BD2">
              <w:rPr>
                <w:sz w:val="20"/>
              </w:rPr>
              <w:t>zioni operative, l’operatore può scegliere fra tre regimi di rotazione del tamburo fresante.</w:t>
            </w:r>
          </w:p>
        </w:tc>
      </w:tr>
    </w:tbl>
    <w:p w:rsidR="00D166AC" w:rsidRPr="00990BD2" w:rsidRDefault="00D166AC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72"/>
        <w:gridCol w:w="4836"/>
      </w:tblGrid>
      <w:tr w:rsidR="00000E6F" w:rsidRPr="00990BD2" w:rsidTr="00322F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000E6F" w:rsidRPr="00990BD2" w:rsidRDefault="00000E6F" w:rsidP="00322F75">
            <w:r w:rsidRPr="00990BD2">
              <w:rPr>
                <w:noProof/>
                <w:lang w:val="de-DE" w:eastAsia="de-DE" w:bidi="ar-SA"/>
              </w:rPr>
              <w:drawing>
                <wp:inline distT="0" distB="0" distL="0" distR="0" wp14:anchorId="6E5FD796" wp14:editId="6DDE7F70">
                  <wp:extent cx="2617906" cy="1745271"/>
                  <wp:effectExtent l="0" t="0" r="0" b="7620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7906" cy="1745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000E6F" w:rsidRPr="00990BD2" w:rsidRDefault="00DB6F0F" w:rsidP="00322F75">
            <w:pPr>
              <w:pStyle w:val="berschrift3"/>
              <w:outlineLvl w:val="2"/>
            </w:pPr>
            <w:r>
              <w:t>W220_00716</w:t>
            </w:r>
            <w:r w:rsidRPr="00DB6F0F">
              <w:t>_HI_Presse</w:t>
            </w:r>
          </w:p>
          <w:p w:rsidR="00000E6F" w:rsidRPr="00990BD2" w:rsidRDefault="00002A0B" w:rsidP="00D75DF5">
            <w:pPr>
              <w:pStyle w:val="Text"/>
              <w:jc w:val="left"/>
              <w:rPr>
                <w:sz w:val="20"/>
              </w:rPr>
            </w:pPr>
            <w:r w:rsidRPr="00990BD2">
              <w:t xml:space="preserve">Il </w:t>
            </w:r>
            <w:r w:rsidRPr="00990BD2">
              <w:rPr>
                <w:sz w:val="20"/>
              </w:rPr>
              <w:t>telaio snello della W 220 consente al fres</w:t>
            </w:r>
            <w:r w:rsidRPr="00990BD2">
              <w:rPr>
                <w:sz w:val="20"/>
              </w:rPr>
              <w:t>i</w:t>
            </w:r>
            <w:r w:rsidRPr="00990BD2">
              <w:rPr>
                <w:sz w:val="20"/>
              </w:rPr>
              <w:t>sta di avere una visuale ottimale sulla zona davanti al cassone del tamburo fresante e su</w:t>
            </w:r>
            <w:r w:rsidR="00D75DF5" w:rsidRPr="00990BD2">
              <w:rPr>
                <w:sz w:val="20"/>
              </w:rPr>
              <w:t>i</w:t>
            </w:r>
            <w:r w:rsidRPr="00990BD2">
              <w:rPr>
                <w:sz w:val="20"/>
              </w:rPr>
              <w:t xml:space="preserve"> cingol</w:t>
            </w:r>
            <w:r w:rsidR="00D75DF5" w:rsidRPr="00990BD2">
              <w:rPr>
                <w:sz w:val="20"/>
              </w:rPr>
              <w:t>i</w:t>
            </w:r>
            <w:r w:rsidRPr="00990BD2">
              <w:rPr>
                <w:sz w:val="20"/>
              </w:rPr>
              <w:t xml:space="preserve"> anterior</w:t>
            </w:r>
            <w:r w:rsidR="00D75DF5" w:rsidRPr="00990BD2">
              <w:rPr>
                <w:sz w:val="20"/>
              </w:rPr>
              <w:t>i</w:t>
            </w:r>
            <w:r w:rsidRPr="00990BD2">
              <w:rPr>
                <w:sz w:val="20"/>
              </w:rPr>
              <w:t>.</w:t>
            </w:r>
          </w:p>
        </w:tc>
      </w:tr>
    </w:tbl>
    <w:p w:rsidR="00000E6F" w:rsidRPr="00990BD2" w:rsidRDefault="00000E6F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79"/>
        <w:gridCol w:w="4829"/>
      </w:tblGrid>
      <w:tr w:rsidR="00000E6F" w:rsidRPr="00990BD2" w:rsidTr="00322F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000E6F" w:rsidRPr="00990BD2" w:rsidRDefault="00000E6F" w:rsidP="00322F75">
            <w:r w:rsidRPr="00990BD2">
              <w:rPr>
                <w:noProof/>
                <w:lang w:val="de-DE" w:eastAsia="de-DE" w:bidi="ar-SA"/>
              </w:rPr>
              <w:drawing>
                <wp:inline distT="0" distB="0" distL="0" distR="0" wp14:anchorId="50B00A71" wp14:editId="0C8D62EA">
                  <wp:extent cx="2668376" cy="1614975"/>
                  <wp:effectExtent l="0" t="0" r="0" b="4445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6" cy="161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000E6F" w:rsidRPr="00990BD2" w:rsidRDefault="00DB6F0F" w:rsidP="00322F75">
            <w:pPr>
              <w:pStyle w:val="berschrift3"/>
              <w:outlineLvl w:val="2"/>
            </w:pPr>
            <w:r>
              <w:t>W220_00713</w:t>
            </w:r>
            <w:r w:rsidRPr="00DB6F0F">
              <w:t>_HI_Presse</w:t>
            </w:r>
          </w:p>
          <w:p w:rsidR="00000E6F" w:rsidRPr="00990BD2" w:rsidRDefault="004543CF" w:rsidP="00D75DF5">
            <w:pPr>
              <w:pStyle w:val="Text"/>
              <w:jc w:val="left"/>
              <w:rPr>
                <w:sz w:val="20"/>
              </w:rPr>
            </w:pPr>
            <w:r w:rsidRPr="00990BD2">
              <w:rPr>
                <w:sz w:val="20"/>
              </w:rPr>
              <w:t>Grazie all’illuminazione perimetrale, la Wir</w:t>
            </w:r>
            <w:r w:rsidRPr="00990BD2">
              <w:rPr>
                <w:sz w:val="20"/>
              </w:rPr>
              <w:t>t</w:t>
            </w:r>
            <w:r w:rsidRPr="00990BD2">
              <w:rPr>
                <w:sz w:val="20"/>
              </w:rPr>
              <w:t>gen W 220 è in grado di eseguire senza pr</w:t>
            </w:r>
            <w:r w:rsidRPr="00990BD2">
              <w:rPr>
                <w:sz w:val="20"/>
              </w:rPr>
              <w:t>o</w:t>
            </w:r>
            <w:r w:rsidRPr="00990BD2">
              <w:rPr>
                <w:sz w:val="20"/>
              </w:rPr>
              <w:t xml:space="preserve">blemi anche interventi di </w:t>
            </w:r>
            <w:proofErr w:type="gramStart"/>
            <w:r w:rsidRPr="00990BD2">
              <w:rPr>
                <w:sz w:val="20"/>
              </w:rPr>
              <w:t>scarifica</w:t>
            </w:r>
            <w:proofErr w:type="gramEnd"/>
            <w:r w:rsidRPr="00990BD2">
              <w:rPr>
                <w:sz w:val="20"/>
              </w:rPr>
              <w:t xml:space="preserve"> notturni. </w:t>
            </w:r>
            <w:r w:rsidR="00D75DF5" w:rsidRPr="00990BD2">
              <w:rPr>
                <w:sz w:val="20"/>
              </w:rPr>
              <w:t>Ciò permette</w:t>
            </w:r>
            <w:r w:rsidRPr="00990BD2">
              <w:rPr>
                <w:sz w:val="20"/>
              </w:rPr>
              <w:t xml:space="preserve"> </w:t>
            </w:r>
            <w:r w:rsidR="00D75DF5" w:rsidRPr="00990BD2">
              <w:rPr>
                <w:sz w:val="20"/>
              </w:rPr>
              <w:t>al</w:t>
            </w:r>
            <w:r w:rsidRPr="00990BD2">
              <w:rPr>
                <w:sz w:val="20"/>
              </w:rPr>
              <w:t xml:space="preserve">l’uomo a terra </w:t>
            </w:r>
            <w:r w:rsidR="00D75DF5" w:rsidRPr="00990BD2">
              <w:rPr>
                <w:sz w:val="20"/>
              </w:rPr>
              <w:t>di avere</w:t>
            </w:r>
            <w:r w:rsidRPr="00990BD2">
              <w:rPr>
                <w:sz w:val="20"/>
              </w:rPr>
              <w:t xml:space="preserve"> se</w:t>
            </w:r>
            <w:r w:rsidRPr="00990BD2">
              <w:rPr>
                <w:sz w:val="20"/>
              </w:rPr>
              <w:t>m</w:t>
            </w:r>
            <w:r w:rsidRPr="00990BD2">
              <w:rPr>
                <w:sz w:val="20"/>
              </w:rPr>
              <w:t>pre sott’occhio sia il cassone del tamburo fr</w:t>
            </w:r>
            <w:r w:rsidRPr="00990BD2">
              <w:rPr>
                <w:sz w:val="20"/>
              </w:rPr>
              <w:t>e</w:t>
            </w:r>
            <w:r w:rsidRPr="00990BD2">
              <w:rPr>
                <w:sz w:val="20"/>
              </w:rPr>
              <w:t>sante che la superficie fresata.</w:t>
            </w:r>
          </w:p>
        </w:tc>
      </w:tr>
    </w:tbl>
    <w:p w:rsidR="00000E6F" w:rsidRPr="00990BD2" w:rsidRDefault="00000E6F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7"/>
        <w:gridCol w:w="4841"/>
      </w:tblGrid>
      <w:tr w:rsidR="00000E6F" w:rsidRPr="00990BD2" w:rsidTr="00322F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000E6F" w:rsidRPr="00990BD2" w:rsidRDefault="00000E6F" w:rsidP="00322F75">
            <w:r w:rsidRPr="00990BD2">
              <w:rPr>
                <w:noProof/>
                <w:lang w:val="de-DE" w:eastAsia="de-DE" w:bidi="ar-SA"/>
              </w:rPr>
              <w:lastRenderedPageBreak/>
              <w:drawing>
                <wp:inline distT="0" distB="0" distL="0" distR="0" wp14:anchorId="36193B39" wp14:editId="0101DBF1">
                  <wp:extent cx="2566484" cy="1697927"/>
                  <wp:effectExtent l="0" t="0" r="5715" b="0"/>
                  <wp:docPr id="8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6484" cy="16979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000E6F" w:rsidRPr="00990BD2" w:rsidRDefault="00DB6F0F" w:rsidP="00322F75">
            <w:pPr>
              <w:pStyle w:val="berschrift3"/>
              <w:outlineLvl w:val="2"/>
            </w:pPr>
            <w:r>
              <w:t>W220_00712</w:t>
            </w:r>
            <w:r w:rsidRPr="00DB6F0F">
              <w:t>_HI_Presse</w:t>
            </w:r>
          </w:p>
          <w:p w:rsidR="00000E6F" w:rsidRPr="00990BD2" w:rsidRDefault="004543CF" w:rsidP="003A4E79">
            <w:pPr>
              <w:pStyle w:val="Text"/>
              <w:jc w:val="left"/>
              <w:rPr>
                <w:sz w:val="20"/>
              </w:rPr>
            </w:pPr>
            <w:r w:rsidRPr="00990BD2">
              <w:rPr>
                <w:sz w:val="20"/>
              </w:rPr>
              <w:t>Grazie alla completa illuminazione della ma</w:t>
            </w:r>
            <w:r w:rsidRPr="00990BD2">
              <w:rPr>
                <w:sz w:val="20"/>
              </w:rPr>
              <w:t>c</w:t>
            </w:r>
            <w:r w:rsidRPr="00990BD2">
              <w:rPr>
                <w:sz w:val="20"/>
              </w:rPr>
              <w:t>china e della st</w:t>
            </w:r>
            <w:r w:rsidR="00737A16" w:rsidRPr="00990BD2">
              <w:rPr>
                <w:sz w:val="20"/>
              </w:rPr>
              <w:t>rumentazione</w:t>
            </w:r>
            <w:r w:rsidRPr="00990BD2">
              <w:rPr>
                <w:sz w:val="20"/>
              </w:rPr>
              <w:t xml:space="preserve"> è possibile </w:t>
            </w:r>
            <w:r w:rsidR="003A4E79" w:rsidRPr="00990BD2">
              <w:rPr>
                <w:sz w:val="20"/>
              </w:rPr>
              <w:t>a</w:t>
            </w:r>
            <w:r w:rsidR="003A4E79" w:rsidRPr="00990BD2">
              <w:rPr>
                <w:sz w:val="20"/>
              </w:rPr>
              <w:t>n</w:t>
            </w:r>
            <w:r w:rsidR="003A4E79" w:rsidRPr="00990BD2">
              <w:rPr>
                <w:sz w:val="20"/>
              </w:rPr>
              <w:t xml:space="preserve">che </w:t>
            </w:r>
            <w:r w:rsidRPr="00990BD2">
              <w:rPr>
                <w:sz w:val="20"/>
              </w:rPr>
              <w:t xml:space="preserve">impostare i vari parametri sul pannello di comando del sistema </w:t>
            </w:r>
            <w:proofErr w:type="gramStart"/>
            <w:r w:rsidRPr="00990BD2">
              <w:rPr>
                <w:sz w:val="20"/>
              </w:rPr>
              <w:t>di</w:t>
            </w:r>
            <w:proofErr w:type="gramEnd"/>
            <w:r w:rsidRPr="00990BD2">
              <w:rPr>
                <w:sz w:val="20"/>
              </w:rPr>
              <w:t xml:space="preserve"> livellazione Wirtgen LEVEL PRO</w:t>
            </w:r>
            <w:r w:rsidR="003A4E79" w:rsidRPr="00990BD2">
              <w:rPr>
                <w:sz w:val="20"/>
              </w:rPr>
              <w:t xml:space="preserve"> come di giorno</w:t>
            </w:r>
            <w:r w:rsidRPr="00990BD2">
              <w:rPr>
                <w:sz w:val="20"/>
              </w:rPr>
              <w:t>.</w:t>
            </w:r>
          </w:p>
        </w:tc>
      </w:tr>
    </w:tbl>
    <w:p w:rsidR="00000E6F" w:rsidRPr="00990BD2" w:rsidRDefault="00000E6F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76"/>
        <w:gridCol w:w="4832"/>
      </w:tblGrid>
      <w:tr w:rsidR="00EB3179" w:rsidRPr="00990BD2" w:rsidTr="00322F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000E6F" w:rsidRPr="00990BD2" w:rsidRDefault="00000E6F" w:rsidP="00322F75">
            <w:r w:rsidRPr="00990BD2">
              <w:rPr>
                <w:noProof/>
                <w:lang w:val="de-DE" w:eastAsia="de-DE" w:bidi="ar-SA"/>
              </w:rPr>
              <w:drawing>
                <wp:inline distT="0" distB="0" distL="0" distR="0" wp14:anchorId="03C26F02" wp14:editId="55295753">
                  <wp:extent cx="2651286" cy="1767523"/>
                  <wp:effectExtent l="0" t="0" r="0" b="4445"/>
                  <wp:docPr id="13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1286" cy="17675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000E6F" w:rsidRPr="00990BD2" w:rsidRDefault="00DB6F0F" w:rsidP="00322F75">
            <w:pPr>
              <w:pStyle w:val="berschrift3"/>
              <w:outlineLvl w:val="2"/>
            </w:pPr>
            <w:r w:rsidRPr="00DB6F0F">
              <w:t>W220_00714_HI_Presse</w:t>
            </w:r>
          </w:p>
          <w:p w:rsidR="00000E6F" w:rsidRPr="00990BD2" w:rsidRDefault="00EB3179" w:rsidP="00A27FC4">
            <w:pPr>
              <w:pStyle w:val="Text"/>
              <w:jc w:val="left"/>
              <w:rPr>
                <w:sz w:val="20"/>
              </w:rPr>
            </w:pPr>
            <w:r w:rsidRPr="00990BD2">
              <w:rPr>
                <w:sz w:val="20"/>
              </w:rPr>
              <w:t>Ogni manovra del fresista è perfetta grazie agli ergonomici comandi retroilluminati d</w:t>
            </w:r>
            <w:r w:rsidRPr="00990BD2">
              <w:rPr>
                <w:sz w:val="20"/>
              </w:rPr>
              <w:t>i</w:t>
            </w:r>
            <w:r w:rsidRPr="00990BD2">
              <w:rPr>
                <w:sz w:val="20"/>
              </w:rPr>
              <w:t>sposti in modo razionale sul quadro della sc</w:t>
            </w:r>
            <w:r w:rsidRPr="00990BD2">
              <w:rPr>
                <w:sz w:val="20"/>
              </w:rPr>
              <w:t>a</w:t>
            </w:r>
            <w:r w:rsidRPr="00990BD2">
              <w:rPr>
                <w:sz w:val="20"/>
              </w:rPr>
              <w:t xml:space="preserve">rificatrice Wirtgen W 220. Ciò </w:t>
            </w:r>
            <w:r w:rsidR="00D42338" w:rsidRPr="00990BD2">
              <w:rPr>
                <w:sz w:val="20"/>
              </w:rPr>
              <w:t xml:space="preserve">contribuisce a </w:t>
            </w:r>
            <w:r w:rsidRPr="00990BD2">
              <w:rPr>
                <w:sz w:val="20"/>
              </w:rPr>
              <w:t>rende</w:t>
            </w:r>
            <w:r w:rsidR="00D42338" w:rsidRPr="00990BD2">
              <w:rPr>
                <w:sz w:val="20"/>
              </w:rPr>
              <w:t>re</w:t>
            </w:r>
            <w:r w:rsidRPr="00990BD2">
              <w:rPr>
                <w:sz w:val="20"/>
              </w:rPr>
              <w:t xml:space="preserve"> il lavoro meno faticoso e più produ</w:t>
            </w:r>
            <w:r w:rsidRPr="00990BD2">
              <w:rPr>
                <w:sz w:val="20"/>
              </w:rPr>
              <w:t>t</w:t>
            </w:r>
            <w:r w:rsidRPr="00990BD2">
              <w:rPr>
                <w:sz w:val="20"/>
              </w:rPr>
              <w:t>tivo.</w:t>
            </w:r>
          </w:p>
        </w:tc>
      </w:tr>
    </w:tbl>
    <w:p w:rsidR="00000E6F" w:rsidRPr="00990BD2" w:rsidRDefault="00000E6F" w:rsidP="00D166AC">
      <w:pPr>
        <w:pStyle w:val="Text"/>
      </w:pPr>
    </w:p>
    <w:p w:rsidR="00990BD2" w:rsidRPr="00564374" w:rsidRDefault="00990BD2" w:rsidP="00990BD2">
      <w:pPr>
        <w:pStyle w:val="Text"/>
        <w:rPr>
          <w:i/>
        </w:rPr>
      </w:pPr>
      <w:r w:rsidRPr="00564374">
        <w:rPr>
          <w:i/>
          <w:u w:val="single"/>
        </w:rPr>
        <w:t>Nota:</w:t>
      </w:r>
      <w:r w:rsidRPr="00564374">
        <w:rPr>
          <w:i/>
        </w:rPr>
        <w:t xml:space="preserve"> Queste foto </w:t>
      </w:r>
      <w:proofErr w:type="gramStart"/>
      <w:r w:rsidRPr="00564374">
        <w:rPr>
          <w:i/>
        </w:rPr>
        <w:t>servono</w:t>
      </w:r>
      <w:proofErr w:type="gramEnd"/>
      <w:r w:rsidRPr="00564374">
        <w:rPr>
          <w:i/>
        </w:rPr>
        <w:t xml:space="preserve"> soltanto per la visualizzazione in anteprima. Per la stampa nelle pubblicazioni vi preghiamo di usare le foto in risoluzione 300 dpi, scaricabili dai siti web della Wirtgen GmbH e del Wirtgen Group.</w:t>
      </w:r>
    </w:p>
    <w:p w:rsidR="00990BD2" w:rsidRPr="00564374" w:rsidRDefault="00990BD2" w:rsidP="00990BD2">
      <w:pPr>
        <w:rPr>
          <w:sz w:val="22"/>
        </w:rPr>
      </w:pPr>
    </w:p>
    <w:p w:rsidR="00990BD2" w:rsidRPr="00564374" w:rsidRDefault="00990BD2" w:rsidP="00990BD2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990BD2" w:rsidTr="006810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:rsidR="00990BD2" w:rsidRPr="00564374" w:rsidRDefault="00990BD2" w:rsidP="0068108D">
            <w:pPr>
              <w:pStyle w:val="HeadlineKontakte"/>
            </w:pPr>
            <w:r w:rsidRPr="00564374">
              <w:rPr>
                <w:rFonts w:ascii="Verdana" w:hAnsi="Verdana"/>
              </w:rPr>
              <w:t>Per maggiori informazioni v</w:t>
            </w:r>
            <w:r w:rsidRPr="00564374">
              <w:rPr>
                <w:rFonts w:ascii="Verdana" w:hAnsi="Verdana"/>
              </w:rPr>
              <w:t>o</w:t>
            </w:r>
            <w:r w:rsidRPr="00564374">
              <w:rPr>
                <w:rFonts w:ascii="Verdana" w:hAnsi="Verdana"/>
              </w:rPr>
              <w:t>gliate contattare:</w:t>
            </w:r>
          </w:p>
          <w:p w:rsidR="00990BD2" w:rsidRPr="00564374" w:rsidRDefault="00990BD2" w:rsidP="0068108D">
            <w:pPr>
              <w:pStyle w:val="Text"/>
            </w:pPr>
            <w:r w:rsidRPr="00564374">
              <w:t>WIRTGEN GmbH</w:t>
            </w:r>
          </w:p>
          <w:p w:rsidR="00990BD2" w:rsidRPr="00564374" w:rsidRDefault="00990BD2" w:rsidP="0068108D">
            <w:pPr>
              <w:pStyle w:val="Text"/>
            </w:pPr>
            <w:r w:rsidRPr="00564374">
              <w:t>Corporate Communications</w:t>
            </w:r>
          </w:p>
          <w:p w:rsidR="00990BD2" w:rsidRPr="00564374" w:rsidRDefault="00990BD2" w:rsidP="0068108D">
            <w:pPr>
              <w:pStyle w:val="Text"/>
            </w:pPr>
            <w:r w:rsidRPr="00564374">
              <w:t>Michaela Adams, Mario Linnemann</w:t>
            </w:r>
          </w:p>
          <w:p w:rsidR="00990BD2" w:rsidRPr="00564374" w:rsidRDefault="00990BD2" w:rsidP="0068108D">
            <w:pPr>
              <w:pStyle w:val="Text"/>
            </w:pPr>
            <w:proofErr w:type="spellStart"/>
            <w:proofErr w:type="gramStart"/>
            <w:r w:rsidRPr="00564374">
              <w:t>Reinhard</w:t>
            </w:r>
            <w:proofErr w:type="spellEnd"/>
            <w:r w:rsidRPr="00564374">
              <w:t>-Wirtgen-</w:t>
            </w:r>
            <w:proofErr w:type="spellStart"/>
            <w:r w:rsidRPr="00564374">
              <w:t>Straße</w:t>
            </w:r>
            <w:proofErr w:type="spellEnd"/>
            <w:proofErr w:type="gramEnd"/>
            <w:r w:rsidRPr="00564374">
              <w:t xml:space="preserve"> 2</w:t>
            </w:r>
          </w:p>
          <w:p w:rsidR="00990BD2" w:rsidRPr="00564374" w:rsidRDefault="00990BD2" w:rsidP="0068108D">
            <w:pPr>
              <w:pStyle w:val="Text"/>
            </w:pPr>
            <w:r w:rsidRPr="00564374">
              <w:t xml:space="preserve">53578 </w:t>
            </w:r>
            <w:proofErr w:type="spellStart"/>
            <w:r w:rsidRPr="00564374">
              <w:t>Windhagen</w:t>
            </w:r>
            <w:proofErr w:type="spellEnd"/>
          </w:p>
          <w:p w:rsidR="00990BD2" w:rsidRPr="00564374" w:rsidRDefault="00990BD2" w:rsidP="0068108D">
            <w:pPr>
              <w:pStyle w:val="Text"/>
            </w:pPr>
            <w:r w:rsidRPr="00564374">
              <w:t>Germania</w:t>
            </w:r>
          </w:p>
          <w:p w:rsidR="00990BD2" w:rsidRPr="00564374" w:rsidRDefault="00990BD2" w:rsidP="0068108D">
            <w:pPr>
              <w:pStyle w:val="Text"/>
            </w:pPr>
          </w:p>
          <w:p w:rsidR="00990BD2" w:rsidRPr="00564374" w:rsidRDefault="00990BD2" w:rsidP="0068108D">
            <w:pPr>
              <w:pStyle w:val="Text"/>
            </w:pPr>
            <w:r w:rsidRPr="00564374">
              <w:t>Telefono:</w:t>
            </w:r>
            <w:proofErr w:type="gramStart"/>
            <w:r w:rsidRPr="00564374">
              <w:t xml:space="preserve">   </w:t>
            </w:r>
            <w:proofErr w:type="gramEnd"/>
            <w:r w:rsidRPr="00564374">
              <w:t>+49 (0) 2645 131 – 0</w:t>
            </w:r>
          </w:p>
          <w:p w:rsidR="00990BD2" w:rsidRPr="00564374" w:rsidRDefault="00990BD2" w:rsidP="0068108D">
            <w:pPr>
              <w:pStyle w:val="Text"/>
            </w:pPr>
            <w:r w:rsidRPr="00564374">
              <w:t>Telefax:</w:t>
            </w:r>
            <w:proofErr w:type="gramStart"/>
            <w:r w:rsidRPr="00564374">
              <w:t xml:space="preserve">     </w:t>
            </w:r>
            <w:proofErr w:type="gramEnd"/>
            <w:r w:rsidRPr="00564374">
              <w:t>+49 (0) 2645 131 – 499</w:t>
            </w:r>
          </w:p>
          <w:p w:rsidR="00990BD2" w:rsidRPr="00564374" w:rsidRDefault="00990BD2" w:rsidP="0068108D">
            <w:pPr>
              <w:pStyle w:val="Text"/>
            </w:pPr>
            <w:r w:rsidRPr="00564374">
              <w:t>E-mail:</w:t>
            </w:r>
            <w:proofErr w:type="gramStart"/>
            <w:r w:rsidRPr="00564374">
              <w:t xml:space="preserve">       </w:t>
            </w:r>
            <w:proofErr w:type="gramEnd"/>
            <w:r w:rsidRPr="00564374">
              <w:t>presse@wirtgen.com</w:t>
            </w:r>
          </w:p>
          <w:p w:rsidR="00990BD2" w:rsidRPr="00D166AC" w:rsidRDefault="00990BD2" w:rsidP="0068108D">
            <w:pPr>
              <w:pStyle w:val="Text"/>
            </w:pPr>
            <w:proofErr w:type="gramStart"/>
            <w:r>
              <w:t>www.wirtgen.com</w:t>
            </w:r>
            <w:proofErr w:type="gramEnd"/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:rsidR="00990BD2" w:rsidRPr="0034191A" w:rsidRDefault="00990BD2" w:rsidP="0068108D">
            <w:pPr>
              <w:pStyle w:val="Text"/>
            </w:pPr>
          </w:p>
        </w:tc>
      </w:tr>
    </w:tbl>
    <w:p w:rsidR="00D166AC" w:rsidRPr="00990BD2" w:rsidRDefault="00D166AC" w:rsidP="00D5114B">
      <w:pPr>
        <w:pStyle w:val="Text"/>
      </w:pPr>
    </w:p>
    <w:sectPr w:rsidR="00D166AC" w:rsidRPr="00990BD2" w:rsidSect="003A753A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E79" w:rsidRDefault="003A4E79" w:rsidP="00E55534">
      <w:r>
        <w:separator/>
      </w:r>
    </w:p>
  </w:endnote>
  <w:endnote w:type="continuationSeparator" w:id="0">
    <w:p w:rsidR="003A4E79" w:rsidRDefault="003A4E79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510261771"/>
      </w:sdtPr>
      <w:sdtEndPr/>
      <w:sdtContent>
        <w:sdt>
          <w:sdtPr>
            <w:rPr>
              <w:szCs w:val="16"/>
            </w:rPr>
            <w:id w:val="-214889975"/>
            <w:lock w:val="sdtContentLocked"/>
          </w:sdtPr>
          <w:sdtEndPr/>
          <w:sdtContent>
            <w:tr w:rsidR="003A4E79" w:rsidRPr="008C2DB2" w:rsidTr="0012026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hRule="exact" w:val="227"/>
              </w:trPr>
              <w:sdt>
                <w:sdtPr>
                  <w:rPr>
                    <w:szCs w:val="16"/>
                  </w:rPr>
                  <w:id w:val="1167366250"/>
                  <w:showingPlcHdr/>
                </w:sdtPr>
                <w:sdtEndPr>
                  <w:rPr>
                    <w:szCs w:val="20"/>
                  </w:rPr>
                </w:sdtEndPr>
                <w:sdtContent>
                  <w:tc>
                    <w:tcPr>
                      <w:tcW w:w="8364" w:type="dxa"/>
                    </w:tcPr>
                    <w:p w:rsidR="003A4E79" w:rsidRPr="008C2DB2" w:rsidRDefault="003A4E79" w:rsidP="005711A3">
                      <w:pPr>
                        <w:pStyle w:val="Kolumnentitel"/>
                      </w:pPr>
                      <w:r>
                        <w:rPr>
                          <w:rStyle w:val="Platzhaltertext"/>
                        </w:rPr>
                        <w:t xml:space="preserve">     </w:t>
                      </w:r>
                    </w:p>
                  </w:tc>
                </w:sdtContent>
              </w:sdt>
              <w:tc>
                <w:tcPr>
                  <w:tcW w:w="1160" w:type="dxa"/>
                </w:tcPr>
                <w:sdt>
                  <w:sdtPr>
                    <w:id w:val="-1133938393"/>
                  </w:sdtPr>
                  <w:sdtEndPr/>
                  <w:sdtContent>
                    <w:p w:rsidR="003A4E79" w:rsidRPr="008C2DB2" w:rsidRDefault="003A4E79" w:rsidP="0012026F">
                      <w:pPr>
                        <w:pStyle w:val="Seitenzahlen"/>
                      </w:pPr>
                      <w:r w:rsidRPr="008C2DB2">
                        <w:fldChar w:fldCharType="begin"/>
                      </w:r>
                      <w:r>
                        <w:instrText xml:space="preserve"> </w:instrText>
                      </w:r>
                      <w:r w:rsidRPr="008C2DB2">
                        <w:instrText>PAGE \# "00"</w:instrText>
                      </w:r>
                      <w:r w:rsidRPr="008C2DB2">
                        <w:fldChar w:fldCharType="separate"/>
                      </w:r>
                      <w:r w:rsidR="00642CDA">
                        <w:rPr>
                          <w:noProof/>
                        </w:rPr>
                        <w:t>02</w:t>
                      </w:r>
                      <w:r w:rsidRPr="008C2DB2">
                        <w:fldChar w:fldCharType="end"/>
                      </w:r>
                    </w:p>
                  </w:sdtContent>
                </w:sdt>
              </w:tc>
            </w:tr>
          </w:sdtContent>
        </w:sdt>
      </w:sdtContent>
    </w:sdt>
  </w:tbl>
  <w:sdt>
    <w:sdtPr>
      <w:id w:val="-473452722"/>
    </w:sdtPr>
    <w:sdtEndPr/>
    <w:sdtContent>
      <w:sdt>
        <w:sdtPr>
          <w:id w:val="-958642266"/>
          <w:lock w:val="sdtContentLocked"/>
        </w:sdtPr>
        <w:sdtEndPr/>
        <w:sdtContent>
          <w:p w:rsidR="003A4E79" w:rsidRDefault="003A4E79">
            <w:pPr>
              <w:pStyle w:val="Fuzeile"/>
            </w:pPr>
            <w:r>
              <w:rPr>
                <w:noProof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87DC010" wp14:editId="5B3DDBFC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10189210</wp:posOffset>
                      </wp:positionV>
                      <wp:extent cx="6048000" cy="18000"/>
                      <wp:effectExtent l="0" t="0" r="0" b="1270"/>
                      <wp:wrapNone/>
                      <wp:docPr id="12" name="Rechteck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48000" cy="1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    <w10:wrap anchorx="page" anchory="page"/>
                    </v:rect>
                  </w:pict>
                </mc:Fallback>
              </mc:AlternateConten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szCs w:val="16"/>
        </w:rPr>
        <w:id w:val="-406148634"/>
      </w:sdtPr>
      <w:sdtEndPr/>
      <w:sdtContent>
        <w:sdt>
          <w:sdtPr>
            <w:rPr>
              <w:szCs w:val="16"/>
            </w:rPr>
            <w:id w:val="-2088915428"/>
            <w:lock w:val="sdtContentLocked"/>
          </w:sdtPr>
          <w:sdtEndPr/>
          <w:sdtContent>
            <w:tr w:rsidR="003A4E79" w:rsidTr="0012026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9664" w:type="dxa"/>
                </w:tcPr>
                <w:p w:rsidR="003A4E79" w:rsidRDefault="003A4E79" w:rsidP="0012026F">
                  <w:pPr>
                    <w:pStyle w:val="Fuzeile"/>
                    <w:spacing w:before="96" w:after="96"/>
                  </w:pPr>
                  <w:r w:rsidRPr="003E1CB6">
                    <w:rPr>
                      <w:rStyle w:val="Hervorhebung"/>
                    </w:rPr>
                    <w:t>WIRTGEN GmbH</w:t>
                  </w:r>
                  <w:r w:rsidRPr="00CF36C9">
                    <w:t xml:space="preserve"> · Reinhard-Wirtgen-Str. 2 · D-53578 Windhagen · T: +49 26 45 / 131 0</w:t>
                  </w:r>
                </w:p>
              </w:tc>
            </w:tr>
          </w:sdtContent>
        </w:sdt>
      </w:sdtContent>
    </w:sdt>
  </w:tbl>
  <w:sdt>
    <w:sdtPr>
      <w:id w:val="1290784291"/>
    </w:sdtPr>
    <w:sdtEndPr/>
    <w:sdtContent>
      <w:sdt>
        <w:sdtPr>
          <w:id w:val="-1944752626"/>
          <w:lock w:val="sdtContentLocked"/>
        </w:sdtPr>
        <w:sdtEndPr/>
        <w:sdtContent>
          <w:p w:rsidR="003A4E79" w:rsidRDefault="003A4E79">
            <w:pPr>
              <w:pStyle w:val="Fuzeile"/>
            </w:pPr>
            <w:r>
              <w:rPr>
                <w:noProof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FE5FF13" wp14:editId="35776F98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10081260</wp:posOffset>
                      </wp:positionV>
                      <wp:extent cx="6048000" cy="18000"/>
                      <wp:effectExtent l="0" t="0" r="0" b="1270"/>
                      <wp:wrapNone/>
                      <wp:docPr id="6" name="Rechtec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48000" cy="1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    <w10:wrap anchorx="page" anchory="page"/>
                    </v:rect>
                  </w:pict>
                </mc:Fallback>
              </mc:AlternateConten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E79" w:rsidRDefault="003A4E79" w:rsidP="00E55534">
      <w:r>
        <w:separator/>
      </w:r>
    </w:p>
  </w:footnote>
  <w:footnote w:type="continuationSeparator" w:id="0">
    <w:p w:rsidR="003A4E79" w:rsidRDefault="003A4E79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6387288"/>
    </w:sdtPr>
    <w:sdtEndPr/>
    <w:sdtContent>
      <w:sdt>
        <w:sdtPr>
          <w:rPr>
            <w:sz w:val="14"/>
          </w:rPr>
          <w:id w:val="1105004567"/>
          <w:lock w:val="sdtContentLocked"/>
        </w:sdtPr>
        <w:sdtEndPr/>
        <w:sdtContent>
          <w:p w:rsidR="003A4E79" w:rsidRPr="002E765F" w:rsidRDefault="003A4E79">
            <w:pPr>
              <w:pStyle w:val="Kopfzeile"/>
              <w:rPr>
                <w:noProof/>
                <w:sz w:val="14"/>
              </w:rPr>
            </w:pPr>
          </w:p>
          <w:tbl>
            <w:tblPr>
              <w:tblStyle w:val="Basic"/>
              <w:tblpPr w:vertAnchor="page" w:horzAnchor="page" w:tblpX="7287" w:tblpY="137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9"/>
            </w:tblGrid>
            <w:tr w:rsidR="003A4E79" w:rsidRPr="002E765F" w:rsidTr="00D166AC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hRule="exact" w:val="510"/>
              </w:trPr>
              <w:tc>
                <w:tcPr>
                  <w:tcW w:w="3439" w:type="dxa"/>
                </w:tcPr>
                <w:p w:rsidR="003A4E79" w:rsidRPr="002E765F" w:rsidRDefault="003A4E79" w:rsidP="00D166AC">
                  <w:pPr>
                    <w:pStyle w:val="Titel"/>
                    <w:jc w:val="right"/>
                    <w:rPr>
                      <w:sz w:val="32"/>
                      <w:szCs w:val="34"/>
                    </w:rPr>
                  </w:pPr>
                  <w:r w:rsidRPr="002E765F">
                    <w:rPr>
                      <w:sz w:val="32"/>
                      <w:szCs w:val="34"/>
                    </w:rPr>
                    <w:t>PRESS</w:t>
                  </w:r>
                  <w:r>
                    <w:rPr>
                      <w:sz w:val="32"/>
                      <w:szCs w:val="34"/>
                    </w:rPr>
                    <w:t xml:space="preserve"> </w:t>
                  </w:r>
                  <w:r w:rsidRPr="002E765F">
                    <w:rPr>
                      <w:sz w:val="6"/>
                      <w:szCs w:val="2"/>
                    </w:rPr>
                    <w:t xml:space="preserve"> </w:t>
                  </w:r>
                  <w:r>
                    <w:rPr>
                      <w:sz w:val="32"/>
                      <w:szCs w:val="34"/>
                    </w:rPr>
                    <w:t>R</w:t>
                  </w:r>
                  <w:r w:rsidRPr="002E765F">
                    <w:rPr>
                      <w:sz w:val="32"/>
                      <w:szCs w:val="34"/>
                    </w:rPr>
                    <w:t>ELEASE</w:t>
                  </w:r>
                </w:p>
              </w:tc>
            </w:tr>
          </w:tbl>
          <w:p w:rsidR="003A4E79" w:rsidRPr="002E765F" w:rsidRDefault="003A4E79">
            <w:pPr>
              <w:pStyle w:val="Kopfzeile"/>
              <w:rPr>
                <w:sz w:val="14"/>
              </w:rPr>
            </w:pPr>
            <w:r w:rsidRPr="002E765F">
              <w:rPr>
                <w:noProof/>
                <w:sz w:val="14"/>
                <w:lang w:val="de-DE" w:eastAsia="de-DE" w:bidi="ar-SA"/>
              </w:rPr>
              <w:drawing>
                <wp:anchor distT="0" distB="0" distL="114300" distR="114300" simplePos="0" relativeHeight="251666432" behindDoc="0" locked="0" layoutInCell="1" allowOverlap="1" wp14:anchorId="304CB39B" wp14:editId="0993026D">
                  <wp:simplePos x="0" y="0"/>
                  <wp:positionH relativeFrom="page">
                    <wp:posOffset>5443855</wp:posOffset>
                  </wp:positionH>
                  <wp:positionV relativeFrom="page">
                    <wp:posOffset>323850</wp:posOffset>
                  </wp:positionV>
                  <wp:extent cx="1360800" cy="64800"/>
                  <wp:effectExtent l="0" t="0" r="0" b="0"/>
                  <wp:wrapNone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tgen-Claim_RGB.wmf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0800" cy="6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E765F">
              <w:rPr>
                <w:noProof/>
                <w:sz w:val="14"/>
                <w:lang w:val="de-DE" w:eastAsia="de-DE" w:bidi="ar-SA"/>
              </w:rPr>
              <w:drawing>
                <wp:anchor distT="0" distB="0" distL="114300" distR="114300" simplePos="0" relativeHeight="251664384" behindDoc="0" locked="0" layoutInCell="1" allowOverlap="1" wp14:anchorId="67D0BD27" wp14:editId="4DF56BC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288290</wp:posOffset>
                  </wp:positionV>
                  <wp:extent cx="1605600" cy="288000"/>
                  <wp:effectExtent l="0" t="0" r="0" b="0"/>
                  <wp:wrapNone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gten Group.wmf"/>
                          <pic:cNvPicPr/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5600" cy="2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E765F">
              <w:rPr>
                <w:noProof/>
                <w:sz w:val="14"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B35106E" wp14:editId="1DC422F5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702310</wp:posOffset>
                      </wp:positionV>
                      <wp:extent cx="6048000" cy="36000"/>
                      <wp:effectExtent l="0" t="0" r="0" b="2540"/>
                      <wp:wrapNone/>
                      <wp:docPr id="11" name="Rechteck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48000" cy="3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    <w10:wrap anchorx="page" anchory="page"/>
                    </v:rect>
                  </w:pict>
                </mc:Fallback>
              </mc:AlternateContent>
            </w:r>
          </w:p>
        </w:sdtContent>
      </w:sdt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8897712"/>
    </w:sdtPr>
    <w:sdtEndPr/>
    <w:sdtContent>
      <w:sdt>
        <w:sdtPr>
          <w:id w:val="-1180274487"/>
          <w:lock w:val="sdtContentLocked"/>
        </w:sdtPr>
        <w:sdtEndPr/>
        <w:sdtContent>
          <w:p w:rsidR="003A4E79" w:rsidRDefault="003A4E79">
            <w:pPr>
              <w:pStyle w:val="Kopfzeile"/>
            </w:pPr>
            <w:r>
              <w:rPr>
                <w:noProof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F2D38E5" wp14:editId="34ECAE0A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935990</wp:posOffset>
                      </wp:positionV>
                      <wp:extent cx="6048000" cy="36000"/>
                      <wp:effectExtent l="0" t="0" r="0" b="2540"/>
                      <wp:wrapNone/>
                      <wp:docPr id="5" name="Rechtec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48000" cy="3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rect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    <w10:wrap anchorx="page" anchory="page"/>
                    </v:rect>
                  </w:pict>
                </mc:Fallback>
              </mc:AlternateContent>
            </w:r>
            <w:r>
              <w:rPr>
                <w:noProof/>
                <w:lang w:val="de-DE" w:eastAsia="de-DE" w:bidi="ar-SA"/>
              </w:rPr>
              <w:drawing>
                <wp:anchor distT="0" distB="0" distL="114300" distR="114300" simplePos="0" relativeHeight="251659264" behindDoc="0" locked="0" layoutInCell="1" allowOverlap="1" wp14:anchorId="76DD916B" wp14:editId="2D20A345">
                  <wp:simplePos x="0" y="0"/>
                  <wp:positionH relativeFrom="page">
                    <wp:posOffset>5328920</wp:posOffset>
                  </wp:positionH>
                  <wp:positionV relativeFrom="page">
                    <wp:posOffset>421005</wp:posOffset>
                  </wp:positionV>
                  <wp:extent cx="1476000" cy="79200"/>
                  <wp:effectExtent l="0" t="0" r="0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tgen-Claim_RGB.wmf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000" cy="7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val="de-DE" w:eastAsia="de-DE" w:bidi="ar-SA"/>
              </w:rPr>
              <w:drawing>
                <wp:anchor distT="0" distB="0" distL="114300" distR="114300" simplePos="0" relativeHeight="251658240" behindDoc="0" locked="0" layoutInCell="1" allowOverlap="1" wp14:anchorId="58244909" wp14:editId="0312B63D">
                  <wp:simplePos x="0" y="0"/>
                  <wp:positionH relativeFrom="page">
                    <wp:posOffset>756285</wp:posOffset>
                  </wp:positionH>
                  <wp:positionV relativeFrom="page">
                    <wp:posOffset>360045</wp:posOffset>
                  </wp:positionV>
                  <wp:extent cx="3290400" cy="360000"/>
                  <wp:effectExtent l="0" t="0" r="0" b="254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gten Group.wmf"/>
                          <pic:cNvPicPr/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04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758"/>
    <w:rsid w:val="00000E6F"/>
    <w:rsid w:val="00002A0B"/>
    <w:rsid w:val="00042106"/>
    <w:rsid w:val="0005285B"/>
    <w:rsid w:val="00066D09"/>
    <w:rsid w:val="000735A5"/>
    <w:rsid w:val="0009665C"/>
    <w:rsid w:val="000A37D9"/>
    <w:rsid w:val="000C31D2"/>
    <w:rsid w:val="000C39D1"/>
    <w:rsid w:val="000D7B8E"/>
    <w:rsid w:val="000F34CB"/>
    <w:rsid w:val="00103205"/>
    <w:rsid w:val="0012026F"/>
    <w:rsid w:val="00120AD7"/>
    <w:rsid w:val="00132055"/>
    <w:rsid w:val="00134648"/>
    <w:rsid w:val="0013571B"/>
    <w:rsid w:val="0014683F"/>
    <w:rsid w:val="00181A1E"/>
    <w:rsid w:val="00182969"/>
    <w:rsid w:val="001968B4"/>
    <w:rsid w:val="00196923"/>
    <w:rsid w:val="001B16BB"/>
    <w:rsid w:val="0023151B"/>
    <w:rsid w:val="002420FE"/>
    <w:rsid w:val="00244981"/>
    <w:rsid w:val="00253A2E"/>
    <w:rsid w:val="00263758"/>
    <w:rsid w:val="002844EF"/>
    <w:rsid w:val="0029634D"/>
    <w:rsid w:val="002B0E91"/>
    <w:rsid w:val="002B0F5D"/>
    <w:rsid w:val="002C166A"/>
    <w:rsid w:val="002E765F"/>
    <w:rsid w:val="002F04A7"/>
    <w:rsid w:val="002F108B"/>
    <w:rsid w:val="002F62E7"/>
    <w:rsid w:val="00322F75"/>
    <w:rsid w:val="00333A56"/>
    <w:rsid w:val="0034191A"/>
    <w:rsid w:val="00343CC7"/>
    <w:rsid w:val="003643EA"/>
    <w:rsid w:val="00384A08"/>
    <w:rsid w:val="00391063"/>
    <w:rsid w:val="003A4E79"/>
    <w:rsid w:val="003A753A"/>
    <w:rsid w:val="003D486D"/>
    <w:rsid w:val="003E1CB6"/>
    <w:rsid w:val="003E3CF6"/>
    <w:rsid w:val="003E759F"/>
    <w:rsid w:val="003F3E12"/>
    <w:rsid w:val="00403373"/>
    <w:rsid w:val="00406C81"/>
    <w:rsid w:val="00412545"/>
    <w:rsid w:val="00422604"/>
    <w:rsid w:val="00430BB0"/>
    <w:rsid w:val="00440DD7"/>
    <w:rsid w:val="004543CF"/>
    <w:rsid w:val="00463D7D"/>
    <w:rsid w:val="0046679C"/>
    <w:rsid w:val="00476F4D"/>
    <w:rsid w:val="00487E70"/>
    <w:rsid w:val="004D55C1"/>
    <w:rsid w:val="00506409"/>
    <w:rsid w:val="00530E32"/>
    <w:rsid w:val="005358CA"/>
    <w:rsid w:val="00565C65"/>
    <w:rsid w:val="005711A3"/>
    <w:rsid w:val="00573B2B"/>
    <w:rsid w:val="005A4F04"/>
    <w:rsid w:val="005B1098"/>
    <w:rsid w:val="005B3697"/>
    <w:rsid w:val="005B5793"/>
    <w:rsid w:val="005C65C5"/>
    <w:rsid w:val="005F6CD4"/>
    <w:rsid w:val="006330A2"/>
    <w:rsid w:val="00642CDA"/>
    <w:rsid w:val="00642EB6"/>
    <w:rsid w:val="00643E54"/>
    <w:rsid w:val="00652086"/>
    <w:rsid w:val="00670B83"/>
    <w:rsid w:val="00684979"/>
    <w:rsid w:val="006A767F"/>
    <w:rsid w:val="006B73C9"/>
    <w:rsid w:val="006F7602"/>
    <w:rsid w:val="00722A17"/>
    <w:rsid w:val="00737A16"/>
    <w:rsid w:val="007451A1"/>
    <w:rsid w:val="00752317"/>
    <w:rsid w:val="00757B83"/>
    <w:rsid w:val="007633BD"/>
    <w:rsid w:val="007658CA"/>
    <w:rsid w:val="00791A69"/>
    <w:rsid w:val="00794830"/>
    <w:rsid w:val="00797CAA"/>
    <w:rsid w:val="007C2658"/>
    <w:rsid w:val="007E20D0"/>
    <w:rsid w:val="008103AA"/>
    <w:rsid w:val="00820315"/>
    <w:rsid w:val="00843B45"/>
    <w:rsid w:val="00863129"/>
    <w:rsid w:val="00883413"/>
    <w:rsid w:val="008C2DB2"/>
    <w:rsid w:val="008D4AE7"/>
    <w:rsid w:val="008D50E5"/>
    <w:rsid w:val="008D770E"/>
    <w:rsid w:val="008F3CCC"/>
    <w:rsid w:val="008F784E"/>
    <w:rsid w:val="0090337E"/>
    <w:rsid w:val="00911632"/>
    <w:rsid w:val="00980E6F"/>
    <w:rsid w:val="00990BD2"/>
    <w:rsid w:val="009A7E90"/>
    <w:rsid w:val="009C2378"/>
    <w:rsid w:val="009D016F"/>
    <w:rsid w:val="009E251D"/>
    <w:rsid w:val="00A03F83"/>
    <w:rsid w:val="00A171F4"/>
    <w:rsid w:val="00A24EFC"/>
    <w:rsid w:val="00A27FC4"/>
    <w:rsid w:val="00A35B28"/>
    <w:rsid w:val="00A46C97"/>
    <w:rsid w:val="00A51455"/>
    <w:rsid w:val="00A54CD0"/>
    <w:rsid w:val="00A977CE"/>
    <w:rsid w:val="00AA4C8D"/>
    <w:rsid w:val="00AC58E8"/>
    <w:rsid w:val="00AD131F"/>
    <w:rsid w:val="00AF0F1E"/>
    <w:rsid w:val="00AF3B3A"/>
    <w:rsid w:val="00AF542B"/>
    <w:rsid w:val="00AF6569"/>
    <w:rsid w:val="00B06265"/>
    <w:rsid w:val="00B5695F"/>
    <w:rsid w:val="00B87F75"/>
    <w:rsid w:val="00B90F78"/>
    <w:rsid w:val="00BA1210"/>
    <w:rsid w:val="00BA6956"/>
    <w:rsid w:val="00BD1058"/>
    <w:rsid w:val="00BF56B2"/>
    <w:rsid w:val="00C03396"/>
    <w:rsid w:val="00C1451A"/>
    <w:rsid w:val="00C4277C"/>
    <w:rsid w:val="00C457C3"/>
    <w:rsid w:val="00C644CA"/>
    <w:rsid w:val="00C73005"/>
    <w:rsid w:val="00CA0C38"/>
    <w:rsid w:val="00CF36C9"/>
    <w:rsid w:val="00D166AC"/>
    <w:rsid w:val="00D2248F"/>
    <w:rsid w:val="00D42338"/>
    <w:rsid w:val="00D44A9A"/>
    <w:rsid w:val="00D5114B"/>
    <w:rsid w:val="00D75DF5"/>
    <w:rsid w:val="00D9032E"/>
    <w:rsid w:val="00DA0AA3"/>
    <w:rsid w:val="00DB6F0F"/>
    <w:rsid w:val="00DD3D05"/>
    <w:rsid w:val="00DF25ED"/>
    <w:rsid w:val="00DF2F18"/>
    <w:rsid w:val="00E14608"/>
    <w:rsid w:val="00E149E9"/>
    <w:rsid w:val="00E21E67"/>
    <w:rsid w:val="00E27FF8"/>
    <w:rsid w:val="00E30EBF"/>
    <w:rsid w:val="00E52D70"/>
    <w:rsid w:val="00E53B36"/>
    <w:rsid w:val="00E55534"/>
    <w:rsid w:val="00E87D18"/>
    <w:rsid w:val="00E914D1"/>
    <w:rsid w:val="00EB3179"/>
    <w:rsid w:val="00EE4C53"/>
    <w:rsid w:val="00F00DE1"/>
    <w:rsid w:val="00F1035B"/>
    <w:rsid w:val="00F20920"/>
    <w:rsid w:val="00F47CE5"/>
    <w:rsid w:val="00F56318"/>
    <w:rsid w:val="00F82525"/>
    <w:rsid w:val="00F97FEA"/>
    <w:rsid w:val="00FC0720"/>
    <w:rsid w:val="00FD1AD6"/>
    <w:rsid w:val="00FF52AE"/>
    <w:rsid w:val="00FF6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9F031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it-IT" w:eastAsia="it-IT" w:bidi="it-IT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it-IT" w:eastAsia="it-IT" w:bidi="it-IT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wmf"/><Relationship Id="rId1" Type="http://schemas.openxmlformats.org/officeDocument/2006/relationships/image" Target="media/image10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mbH_Vorlage_neu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CEA69-08B5-4A4F-9311-61ADF0680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GmbH_Vorlage_neu.dotx</Template>
  <TotalTime>0</TotalTime>
  <Pages>5</Pages>
  <Words>1365</Words>
  <Characters>8600</Characters>
  <Application>Microsoft Office Word</Application>
  <DocSecurity>0</DocSecurity>
  <Lines>71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9946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Schüler Angelika</dc:creator>
  <cp:lastModifiedBy>Schüler Angelika</cp:lastModifiedBy>
  <cp:revision>24</cp:revision>
  <cp:lastPrinted>2017-02-11T17:25:00Z</cp:lastPrinted>
  <dcterms:created xsi:type="dcterms:W3CDTF">2017-02-09T14:40:00Z</dcterms:created>
  <dcterms:modified xsi:type="dcterms:W3CDTF">2017-02-23T09:10:00Z</dcterms:modified>
</cp:coreProperties>
</file>